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A90015" w:rsidR="00903921" w:rsidP="5651A501" w:rsidRDefault="00EC064D" w14:paraId="77F178FD" w14:textId="77777777" w14:noSpellErr="1">
      <w:pPr>
        <w:pStyle w:val="Titre1"/>
        <w:rPr>
          <w:rFonts w:ascii="Arial" w:hAnsi="Arial" w:cs="Arial"/>
          <w:b w:val="1"/>
          <w:bCs w:val="1"/>
          <w:lang w:val="nl-NL"/>
        </w:rPr>
      </w:pPr>
      <w:r w:rsidRPr="5651A501" w:rsidR="00EC064D">
        <w:rPr>
          <w:rFonts w:ascii="Arial" w:hAnsi="Arial" w:cs="Arial"/>
          <w:b w:val="1"/>
          <w:bCs w:val="1"/>
          <w:lang w:val="nl-NL"/>
        </w:rPr>
        <w:t>Description générale</w:t>
      </w:r>
    </w:p>
    <w:p w:rsidRPr="00A161E8" w:rsidR="00676154" w:rsidP="00676154" w:rsidRDefault="00676154" w14:paraId="05BB7F1F" w14:textId="40DA42C7">
      <w:pPr>
        <w:pStyle w:val="Bulleted1"/>
        <w:rPr>
          <w:rFonts w:ascii="Arial" w:hAnsi="Arial" w:cs="Arial"/>
          <w:lang w:val="fr-FR"/>
        </w:rPr>
      </w:pPr>
      <w:r w:rsidRPr="00A161E8">
        <w:rPr>
          <w:rFonts w:ascii="Arial" w:hAnsi="Arial" w:cs="Arial"/>
          <w:lang w:val="fr-FR"/>
        </w:rPr>
        <w:t>élément de montage pour cuvette de WC suspendue</w:t>
      </w:r>
      <w:r w:rsidRPr="00A161E8" w:rsidR="003653E1">
        <w:rPr>
          <w:rFonts w:ascii="Arial" w:hAnsi="Arial" w:cs="Arial"/>
          <w:lang w:val="fr-FR"/>
        </w:rPr>
        <w:t xml:space="preserve"> avec dimensions de raccordement selon </w:t>
      </w:r>
      <w:r w:rsidRPr="00A161E8" w:rsidR="00C27F1D">
        <w:rPr>
          <w:rFonts w:ascii="Arial" w:hAnsi="Arial" w:cs="Arial"/>
          <w:lang w:val="fr-FR"/>
        </w:rPr>
        <w:t xml:space="preserve">NBN </w:t>
      </w:r>
      <w:r w:rsidRPr="00A161E8" w:rsidR="003653E1">
        <w:rPr>
          <w:rFonts w:ascii="Arial" w:hAnsi="Arial" w:cs="Arial"/>
          <w:lang w:val="fr-FR"/>
        </w:rPr>
        <w:t>EN 33:2011</w:t>
      </w:r>
      <w:r w:rsidRPr="00A161E8" w:rsidR="00F27211">
        <w:rPr>
          <w:rFonts w:ascii="Arial" w:hAnsi="Arial"/>
          <w:lang w:val="fr-BE"/>
        </w:rPr>
        <w:t>, pour une cuvette de WC d'une longueur maximale de 70 cm</w:t>
      </w:r>
      <w:r w:rsidR="002E23CA">
        <w:rPr>
          <w:rFonts w:ascii="Arial" w:hAnsi="Arial"/>
          <w:lang w:val="fr-BE"/>
        </w:rPr>
        <w:t xml:space="preserve"> </w:t>
      </w:r>
      <w:r w:rsidRPr="00A161E8" w:rsidR="005A1470">
        <w:rPr>
          <w:rFonts w:ascii="Arial" w:hAnsi="Arial" w:cs="Arial"/>
          <w:lang w:val="fr-FR"/>
        </w:rPr>
        <w:t>:</w:t>
      </w:r>
    </w:p>
    <w:p w:rsidRPr="00A161E8" w:rsidR="003653E1" w:rsidP="003653E1" w:rsidRDefault="003653E1" w14:paraId="05086975" w14:textId="77777777">
      <w:pPr>
        <w:pStyle w:val="Bulleted2"/>
        <w:rPr>
          <w:rFonts w:ascii="Arial" w:hAnsi="Arial"/>
          <w:lang w:val="fr-FR"/>
        </w:rPr>
      </w:pPr>
      <w:r w:rsidRPr="00A161E8">
        <w:rPr>
          <w:rFonts w:ascii="Arial" w:hAnsi="Arial" w:cs="Arial"/>
          <w:lang w:val="fr-FR"/>
        </w:rPr>
        <w:t xml:space="preserve">pour </w:t>
      </w:r>
      <w:r w:rsidRPr="00A161E8" w:rsidR="008A1870">
        <w:rPr>
          <w:rFonts w:ascii="Arial" w:hAnsi="Arial" w:cs="Arial"/>
          <w:lang w:val="fr-FR"/>
        </w:rPr>
        <w:t xml:space="preserve">le </w:t>
      </w:r>
      <w:r w:rsidRPr="00A161E8">
        <w:rPr>
          <w:rFonts w:ascii="Arial" w:hAnsi="Arial" w:cs="Arial"/>
          <w:lang w:val="fr-FR"/>
        </w:rPr>
        <w:t xml:space="preserve">montage contre un mur et à recouvrir de plaques de </w:t>
      </w:r>
      <w:r w:rsidRPr="00A161E8" w:rsidR="0003064C">
        <w:rPr>
          <w:rFonts w:ascii="Arial" w:hAnsi="Arial" w:cs="Arial"/>
          <w:lang w:val="fr-FR"/>
        </w:rPr>
        <w:t>finition (</w:t>
      </w:r>
      <w:r w:rsidRPr="00A161E8">
        <w:rPr>
          <w:rFonts w:ascii="Arial" w:hAnsi="Arial" w:cs="Arial"/>
          <w:lang w:val="fr-FR"/>
        </w:rPr>
        <w:t>plâtre</w:t>
      </w:r>
      <w:r w:rsidRPr="00A161E8" w:rsidR="0003064C">
        <w:rPr>
          <w:rFonts w:ascii="Arial" w:hAnsi="Arial" w:cs="Arial"/>
          <w:lang w:val="fr-FR"/>
        </w:rPr>
        <w:t>, …)</w:t>
      </w:r>
    </w:p>
    <w:p w:rsidRPr="00A161E8" w:rsidR="00A0780F" w:rsidP="003653E1" w:rsidRDefault="004175C6" w14:paraId="2EC272E4" w14:textId="77777777">
      <w:pPr>
        <w:pStyle w:val="Bulleted2"/>
        <w:rPr>
          <w:rFonts w:ascii="Arial" w:hAnsi="Arial"/>
          <w:lang w:val="fr-FR"/>
        </w:rPr>
      </w:pPr>
      <w:r w:rsidRPr="00A161E8">
        <w:rPr>
          <w:rFonts w:ascii="Arial" w:hAnsi="Arial"/>
          <w:lang w:val="fr-FR"/>
        </w:rPr>
        <w:t>pour le montage dans des cloisons (cloisons en applique ou cloisons de séparation)</w:t>
      </w:r>
    </w:p>
    <w:p w:rsidRPr="00A161E8" w:rsidR="0029107D" w:rsidP="00676154" w:rsidRDefault="0029107D" w14:paraId="74BE4FF2" w14:textId="6415F305">
      <w:pPr>
        <w:pStyle w:val="Bulleted1"/>
        <w:rPr>
          <w:rFonts w:ascii="Arial" w:hAnsi="Arial" w:cs="Arial"/>
          <w:lang w:val="fr-FR"/>
        </w:rPr>
      </w:pPr>
      <w:r w:rsidRPr="00A161E8">
        <w:rPr>
          <w:rFonts w:ascii="Arial" w:hAnsi="Arial" w:cs="Arial"/>
          <w:lang w:val="fr-FR"/>
        </w:rPr>
        <w:t xml:space="preserve">l'élément de montage </w:t>
      </w:r>
      <w:r w:rsidRPr="00A161E8" w:rsidR="0003064C">
        <w:rPr>
          <w:rFonts w:ascii="Arial" w:hAnsi="Arial" w:cs="Arial"/>
          <w:lang w:val="fr-FR"/>
        </w:rPr>
        <w:t>possède</w:t>
      </w:r>
      <w:r w:rsidRPr="00A161E8">
        <w:rPr>
          <w:rFonts w:ascii="Arial" w:hAnsi="Arial" w:cs="Arial"/>
          <w:lang w:val="fr-FR"/>
        </w:rPr>
        <w:t xml:space="preserve"> des fixations murales </w:t>
      </w:r>
      <w:r w:rsidRPr="00A161E8" w:rsidR="00531552">
        <w:rPr>
          <w:rFonts w:ascii="Arial" w:hAnsi="Arial" w:cs="Arial"/>
          <w:lang w:val="fr-FR"/>
        </w:rPr>
        <w:t xml:space="preserve">qui </w:t>
      </w:r>
      <w:r w:rsidRPr="00A161E8" w:rsidR="00D47570">
        <w:rPr>
          <w:rFonts w:ascii="Arial" w:hAnsi="Arial" w:cs="Arial"/>
          <w:lang w:val="fr-FR"/>
        </w:rPr>
        <w:t>sont orientables sur 360°</w:t>
      </w:r>
    </w:p>
    <w:p w:rsidR="008D6F3C" w:rsidP="00F27211" w:rsidRDefault="008D6F3C" w14:paraId="337A43FA" w14:textId="05FD20E8">
      <w:pPr>
        <w:pStyle w:val="Bulleted1"/>
        <w:rPr>
          <w:rFonts w:ascii="Arial" w:hAnsi="Arial"/>
          <w:lang w:val="fr-FR"/>
        </w:rPr>
      </w:pPr>
      <w:r w:rsidRPr="008D6F3C">
        <w:rPr>
          <w:rFonts w:ascii="Arial" w:hAnsi="Arial"/>
          <w:lang w:val="fr-FR"/>
        </w:rPr>
        <w:t>en haut de l'élément de montage il y a 2 ouvertures de chaque côté</w:t>
      </w:r>
    </w:p>
    <w:p w:rsidR="00F27211" w:rsidP="00F27211" w:rsidRDefault="00645647" w14:paraId="15B393CB" w14:textId="51C953B3">
      <w:pPr>
        <w:pStyle w:val="Bulleted1"/>
        <w:rPr>
          <w:rFonts w:ascii="Arial" w:hAnsi="Arial"/>
          <w:lang w:val="fr-BE"/>
        </w:rPr>
      </w:pPr>
      <w:r w:rsidRPr="00A161E8">
        <w:rPr>
          <w:rFonts w:ascii="Arial" w:hAnsi="Arial"/>
          <w:lang w:val="fr-BE"/>
        </w:rPr>
        <w:t>à gauche et à droite en haut de l'élément de montage se trouvent des plaquettes coulissantes pour la fixation latérale</w:t>
      </w:r>
      <w:r w:rsidR="00D63386">
        <w:rPr>
          <w:rFonts w:ascii="Arial" w:hAnsi="Arial"/>
          <w:lang w:val="fr-BE"/>
        </w:rPr>
        <w:t xml:space="preserve"> de l’élément</w:t>
      </w:r>
    </w:p>
    <w:p w:rsidR="002E05EA" w:rsidP="002E05EA" w:rsidRDefault="002E05EA" w14:paraId="62DD18F6" w14:textId="77777777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Pr="00A86F06" w:rsid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:rsidR="00C60F9F" w:rsidP="002E05EA" w:rsidRDefault="00C60F9F" w14:paraId="571389CE" w14:textId="2DA1C4B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D63386">
        <w:rPr>
          <w:rFonts w:ascii="Arial" w:hAnsi="Arial" w:cs="Arial"/>
          <w:lang w:val="fr-FR"/>
        </w:rPr>
        <w:t xml:space="preserve">électrique </w:t>
      </w:r>
      <w:r w:rsidR="00F2346E">
        <w:rPr>
          <w:rFonts w:ascii="Arial" w:hAnsi="Arial" w:cs="Arial"/>
          <w:lang w:val="fr-FR"/>
        </w:rPr>
        <w:t>dissimulé</w:t>
      </w:r>
      <w:r w:rsidR="002272A0">
        <w:rPr>
          <w:rFonts w:ascii="Arial" w:hAnsi="Arial" w:cs="Arial"/>
          <w:lang w:val="fr-FR"/>
        </w:rPr>
        <w:t xml:space="preserve">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:rsidR="00676154" w:rsidP="00676154" w:rsidRDefault="00723A36" w14:paraId="239A8804" w14:textId="7A2804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 w:rsidR="002939A4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</w:t>
      </w:r>
      <w:r w:rsidR="00D63386">
        <w:rPr>
          <w:rFonts w:ascii="Arial" w:hAnsi="Arial" w:cs="Arial"/>
          <w:lang w:val="fr-FR"/>
        </w:rPr>
        <w:t>débit</w:t>
      </w:r>
      <w:r w:rsidR="004175C6">
        <w:rPr>
          <w:rFonts w:ascii="Arial" w:hAnsi="Arial" w:cs="Arial"/>
          <w:lang w:val="fr-FR"/>
        </w:rPr>
        <w:t xml:space="preserve">, </w:t>
      </w:r>
      <w:r w:rsidR="002939A4">
        <w:rPr>
          <w:rFonts w:ascii="Arial" w:hAnsi="Arial" w:cs="Arial"/>
          <w:lang w:val="fr-FR"/>
        </w:rPr>
        <w:t xml:space="preserve">pour </w:t>
      </w:r>
      <w:r w:rsidR="008857DA">
        <w:rPr>
          <w:rFonts w:ascii="Arial" w:hAnsi="Arial" w:cs="Arial"/>
          <w:lang w:val="fr-FR"/>
        </w:rPr>
        <w:t>commande</w:t>
      </w:r>
      <w:r w:rsidR="002939A4">
        <w:rPr>
          <w:rFonts w:ascii="Arial" w:hAnsi="Arial" w:cs="Arial"/>
          <w:lang w:val="fr-FR"/>
        </w:rPr>
        <w:t xml:space="preserve"> frontal</w:t>
      </w:r>
      <w:r w:rsidR="00D63386">
        <w:rPr>
          <w:rFonts w:ascii="Arial" w:hAnsi="Arial" w:cs="Arial"/>
          <w:lang w:val="fr-FR"/>
        </w:rPr>
        <w:t>e</w:t>
      </w:r>
      <w:r w:rsidR="00D271D0">
        <w:rPr>
          <w:rFonts w:ascii="Arial" w:hAnsi="Arial" w:cs="Arial"/>
          <w:lang w:val="fr-FR"/>
        </w:rPr>
        <w:t>, certifié par Belgaqua</w:t>
      </w:r>
    </w:p>
    <w:p w:rsidRPr="00AB4117" w:rsidR="004175C6" w:rsidP="004175C6" w:rsidRDefault="004175C6" w14:paraId="7A60D5AB" w14:textId="4E74245B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Pr="00AB4117" w:rsidR="003C798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:rsidRPr="00A90015" w:rsidR="00676154" w:rsidP="5651A501" w:rsidRDefault="00676154" w14:paraId="6FF2079D" w14:textId="77777777" w14:noSpellErr="1">
      <w:pPr>
        <w:pStyle w:val="Titre1"/>
        <w:rPr>
          <w:rFonts w:ascii="Arial" w:hAnsi="Arial" w:cs="Arial"/>
          <w:b w:val="1"/>
          <w:bCs w:val="1"/>
          <w:lang w:val="nl-NL"/>
        </w:rPr>
      </w:pPr>
      <w:r w:rsidRPr="5651A501" w:rsidR="00676154">
        <w:rPr>
          <w:rFonts w:ascii="Arial" w:hAnsi="Arial" w:cs="Arial"/>
          <w:b w:val="1"/>
          <w:bCs w:val="1"/>
          <w:lang w:val="nl-NL"/>
        </w:rPr>
        <w:t>Matériau</w:t>
      </w:r>
      <w:r w:rsidRPr="5651A501" w:rsidR="00D408B0">
        <w:rPr>
          <w:rFonts w:ascii="Arial" w:hAnsi="Arial" w:cs="Arial"/>
          <w:b w:val="1"/>
          <w:bCs w:val="1"/>
          <w:lang w:val="nl-NL"/>
        </w:rPr>
        <w:t>x</w:t>
      </w:r>
      <w:r w:rsidRPr="5651A501" w:rsidR="00676154">
        <w:rPr>
          <w:rFonts w:ascii="Arial" w:hAnsi="Arial" w:cs="Arial"/>
          <w:b w:val="1"/>
          <w:bCs w:val="1"/>
          <w:lang w:val="nl-NL"/>
        </w:rPr>
        <w:t xml:space="preserve"> et </w:t>
      </w:r>
      <w:r w:rsidRPr="5651A501" w:rsidR="00EA337A">
        <w:rPr>
          <w:rFonts w:ascii="Arial" w:hAnsi="Arial" w:cs="Arial"/>
          <w:b w:val="1"/>
          <w:bCs w:val="1"/>
          <w:lang w:val="nl-NL"/>
        </w:rPr>
        <w:t>caractéristique</w:t>
      </w:r>
      <w:r w:rsidRPr="5651A501" w:rsidR="00676154">
        <w:rPr>
          <w:rFonts w:ascii="Arial" w:hAnsi="Arial" w:cs="Arial"/>
          <w:b w:val="1"/>
          <w:bCs w:val="1"/>
          <w:lang w:val="nl-NL"/>
        </w:rPr>
        <w:t>s</w:t>
      </w:r>
    </w:p>
    <w:p w:rsidRPr="00981C24" w:rsidR="00676154" w:rsidP="5651A501" w:rsidRDefault="00676154" w14:paraId="331B1409" w14:textId="77777777" w14:noSpellErr="1">
      <w:pPr>
        <w:pStyle w:val="Titre1"/>
        <w:spacing w:before="0"/>
        <w:rPr>
          <w:rFonts w:ascii="Arial" w:hAnsi="Arial"/>
          <w:b w:val="1"/>
          <w:bCs w:val="1"/>
          <w:u w:val="none"/>
          <w:lang w:val="nl-NL"/>
        </w:rPr>
      </w:pPr>
      <w:r w:rsidRPr="5651A501" w:rsidR="00676154">
        <w:rPr>
          <w:rFonts w:ascii="Arial" w:hAnsi="Arial"/>
          <w:b w:val="1"/>
          <w:bCs w:val="1"/>
          <w:u w:val="none"/>
          <w:lang w:val="nl-NL"/>
        </w:rPr>
        <w:t>Matériau</w:t>
      </w:r>
      <w:r w:rsidRPr="5651A501" w:rsidR="00F733CD">
        <w:rPr>
          <w:rFonts w:ascii="Arial" w:hAnsi="Arial"/>
          <w:b w:val="1"/>
          <w:bCs w:val="1"/>
          <w:u w:val="none"/>
          <w:lang w:val="nl-NL"/>
        </w:rPr>
        <w:t>x</w:t>
      </w:r>
    </w:p>
    <w:p w:rsidRPr="00127764" w:rsidR="00276414" w:rsidP="00276414" w:rsidRDefault="00276414" w14:paraId="30DC7CCE" w14:textId="30894178">
      <w:pPr>
        <w:pStyle w:val="Bulleted1"/>
        <w:rPr>
          <w:rFonts w:ascii="Arial" w:hAnsi="Arial"/>
          <w:lang w:val="fr-FR"/>
        </w:rPr>
      </w:pPr>
      <w:r w:rsidRPr="00127764">
        <w:rPr>
          <w:rFonts w:ascii="Arial" w:hAnsi="Arial" w:cs="Arial"/>
          <w:lang w:val="fr-FR"/>
        </w:rPr>
        <w:t xml:space="preserve">l'élément de montage pour cuvette de WC suspendue est fabriqué </w:t>
      </w:r>
      <w:r w:rsidRPr="00127764" w:rsidR="00231F4C">
        <w:rPr>
          <w:rFonts w:ascii="Arial" w:hAnsi="Arial" w:cs="Arial"/>
          <w:lang w:val="fr-FR"/>
        </w:rPr>
        <w:t xml:space="preserve">au moyen </w:t>
      </w:r>
      <w:r w:rsidRPr="00127764">
        <w:rPr>
          <w:rFonts w:ascii="Arial" w:hAnsi="Arial" w:cs="Arial"/>
          <w:lang w:val="fr-FR"/>
        </w:rPr>
        <w:t xml:space="preserve">d'un profilé </w:t>
      </w:r>
      <w:r w:rsidRPr="00127764" w:rsidR="00F27211">
        <w:rPr>
          <w:rFonts w:ascii="Arial" w:hAnsi="Arial" w:cs="Arial"/>
          <w:lang w:val="fr-FR"/>
        </w:rPr>
        <w:t xml:space="preserve">en acier à section fermée </w:t>
      </w:r>
      <w:r w:rsidRPr="00127764">
        <w:rPr>
          <w:rFonts w:ascii="Arial" w:hAnsi="Arial" w:cs="Arial"/>
          <w:lang w:val="fr-FR"/>
        </w:rPr>
        <w:t xml:space="preserve">de 4 x </w:t>
      </w:r>
      <w:smartTag w:uri="urn:schemas-microsoft-com:office:smarttags" w:element="metricconverter">
        <w:smartTagPr>
          <w:attr w:name="ProductID" w:val="4 cm"/>
        </w:smartTagPr>
        <w:r w:rsidRPr="00127764">
          <w:rPr>
            <w:rFonts w:ascii="Arial" w:hAnsi="Arial" w:cs="Arial"/>
            <w:lang w:val="fr-FR"/>
          </w:rPr>
          <w:t>4 cm</w:t>
        </w:r>
      </w:smartTag>
      <w:r w:rsidRPr="00127764">
        <w:rPr>
          <w:rFonts w:ascii="Arial" w:hAnsi="Arial" w:cs="Arial"/>
          <w:lang w:val="fr-FR"/>
        </w:rPr>
        <w:t xml:space="preserve">, </w:t>
      </w:r>
      <w:r w:rsidRPr="00127764" w:rsidR="00710232">
        <w:rPr>
          <w:rFonts w:ascii="Arial" w:hAnsi="Arial" w:cs="Arial"/>
          <w:lang w:val="fr-FR"/>
        </w:rPr>
        <w:t>thermo</w:t>
      </w:r>
      <w:r w:rsidRPr="00127764">
        <w:rPr>
          <w:rFonts w:ascii="Arial" w:hAnsi="Arial" w:cs="Arial"/>
          <w:lang w:val="fr-FR"/>
        </w:rPr>
        <w:t>laqué bleu</w:t>
      </w:r>
    </w:p>
    <w:p w:rsidR="00276414" w:rsidP="00276414" w:rsidRDefault="00231F4C" w14:paraId="15ACB505" w14:textId="77777777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Pr="00234F4A" w:rsidR="00276414">
        <w:rPr>
          <w:rFonts w:ascii="Arial" w:hAnsi="Arial"/>
          <w:lang w:val="fr-FR"/>
        </w:rPr>
        <w:t xml:space="preserve">, </w:t>
      </w:r>
      <w:r w:rsidRPr="00234F4A" w:rsid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Pr="00234F4A" w:rsidR="00234F4A">
        <w:rPr>
          <w:rFonts w:ascii="Arial" w:hAnsi="Arial"/>
          <w:lang w:val="fr-FR"/>
        </w:rPr>
        <w:t xml:space="preserve"> et</w:t>
      </w:r>
      <w:r w:rsidRPr="00234F4A" w:rsidR="00276414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Pr="00234F4A" w:rsidR="00276414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:rsidR="00110427" w:rsidP="00110427" w:rsidRDefault="00231F4C" w14:paraId="1DA92D8D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Pr="00F86A6E" w:rsidR="00110427">
        <w:rPr>
          <w:rFonts w:ascii="Arial" w:hAnsi="Arial" w:cs="Arial"/>
          <w:lang w:val="fr-FR"/>
        </w:rPr>
        <w:t>anchette d’alimentation (</w:t>
      </w:r>
      <w:r w:rsidRPr="00D63386" w:rsidR="00110427">
        <w:rPr>
          <w:rFonts w:ascii="Arial" w:hAnsi="Arial" w:cs="Arial"/>
          <w:sz w:val="32"/>
          <w:szCs w:val="24"/>
          <w:lang w:val="fr-FR"/>
        </w:rPr>
        <w:t>ø</w:t>
      </w:r>
      <w:r w:rsidRPr="00F86A6E" w:rsidR="00110427">
        <w:rPr>
          <w:rFonts w:ascii="Arial" w:hAnsi="Arial" w:cs="Arial"/>
          <w:lang w:val="fr-FR"/>
        </w:rPr>
        <w:t>45</w:t>
      </w:r>
      <w:r w:rsidR="00CB683B">
        <w:rPr>
          <w:rFonts w:ascii="Arial" w:hAnsi="Arial" w:cs="Arial"/>
          <w:lang w:val="fr-FR"/>
        </w:rPr>
        <w:t xml:space="preserve"> mm</w:t>
      </w:r>
      <w:r w:rsidRPr="00F86A6E" w:rsidR="00110427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:rsidR="00110427" w:rsidP="00110427" w:rsidRDefault="00231F4C" w14:paraId="7E453E8E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Pr="00F86A6E" w:rsidR="00110427">
        <w:rPr>
          <w:rFonts w:ascii="Arial" w:hAnsi="Arial" w:cs="Arial"/>
          <w:lang w:val="fr-FR"/>
        </w:rPr>
        <w:t>d’évacuation (</w:t>
      </w:r>
      <w:r w:rsidRPr="00D63386" w:rsidR="00110427">
        <w:rPr>
          <w:rFonts w:ascii="Arial" w:hAnsi="Arial" w:cs="Arial"/>
          <w:sz w:val="32"/>
          <w:szCs w:val="24"/>
          <w:lang w:val="fr-FR"/>
        </w:rPr>
        <w:t>ø</w:t>
      </w:r>
      <w:r w:rsidRPr="00F86A6E" w:rsidR="00110427">
        <w:rPr>
          <w:rFonts w:ascii="Arial" w:hAnsi="Arial" w:cs="Arial"/>
          <w:lang w:val="fr-FR"/>
        </w:rPr>
        <w:t>90</w:t>
      </w:r>
      <w:r w:rsidR="00CB683B">
        <w:rPr>
          <w:rFonts w:ascii="Arial" w:hAnsi="Arial" w:cs="Arial"/>
          <w:lang w:val="fr-FR"/>
        </w:rPr>
        <w:t xml:space="preserve"> mm</w:t>
      </w:r>
      <w:r w:rsidRPr="00F86A6E" w:rsidR="00110427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Pr="00F86A6E" w:rsidR="00731A03">
        <w:rPr>
          <w:rFonts w:ascii="Arial" w:hAnsi="Arial" w:cs="Arial"/>
          <w:lang w:val="fr-FR"/>
        </w:rPr>
        <w:t>(</w:t>
      </w:r>
      <w:r w:rsidRPr="00D63386" w:rsidR="00731A03">
        <w:rPr>
          <w:rFonts w:ascii="Arial" w:hAnsi="Arial" w:cs="Arial"/>
          <w:sz w:val="32"/>
          <w:szCs w:val="24"/>
          <w:lang w:val="fr-FR"/>
        </w:rPr>
        <w:t>ø</w:t>
      </w:r>
      <w:r w:rsidRPr="00F86A6E" w:rsidR="00731A03">
        <w:rPr>
          <w:rFonts w:ascii="Arial" w:hAnsi="Arial" w:cs="Arial"/>
          <w:lang w:val="fr-FR"/>
        </w:rPr>
        <w:t>90</w:t>
      </w:r>
      <w:r w:rsidR="00731A03">
        <w:rPr>
          <w:rFonts w:ascii="Arial" w:hAnsi="Arial" w:cs="Arial"/>
          <w:lang w:val="fr-FR"/>
        </w:rPr>
        <w:t xml:space="preserve"> mm</w:t>
      </w:r>
      <w:r w:rsidRPr="00F86A6E" w:rsidR="00731A03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:rsidRPr="00981C24" w:rsidR="00C14926" w:rsidP="5651A501" w:rsidRDefault="00FF2766" w14:paraId="417DC09A" w14:textId="77777777" w14:noSpellErr="1">
      <w:pPr>
        <w:pStyle w:val="Titre1"/>
        <w:rPr>
          <w:rFonts w:ascii="Arial" w:hAnsi="Arial"/>
          <w:b w:val="1"/>
          <w:bCs w:val="1"/>
          <w:u w:val="none"/>
          <w:lang w:val="nl-NL"/>
        </w:rPr>
      </w:pPr>
      <w:r w:rsidRPr="5651A501" w:rsidR="00FF2766">
        <w:rPr>
          <w:rFonts w:ascii="Arial" w:hAnsi="Arial"/>
          <w:b w:val="1"/>
          <w:bCs w:val="1"/>
          <w:u w:val="none"/>
          <w:lang w:val="nl-NL"/>
        </w:rPr>
        <w:t>Ca</w:t>
      </w:r>
      <w:r w:rsidRPr="5651A501" w:rsidR="00C14926">
        <w:rPr>
          <w:rFonts w:ascii="Arial" w:hAnsi="Arial"/>
          <w:b w:val="1"/>
          <w:bCs w:val="1"/>
          <w:u w:val="none"/>
          <w:lang w:val="nl-NL"/>
        </w:rPr>
        <w:t>r</w:t>
      </w:r>
      <w:r w:rsidRPr="5651A501" w:rsidR="00FF2766">
        <w:rPr>
          <w:rFonts w:ascii="Arial" w:hAnsi="Arial"/>
          <w:b w:val="1"/>
          <w:bCs w:val="1"/>
          <w:u w:val="none"/>
          <w:lang w:val="nl-NL"/>
        </w:rPr>
        <w:t>ac</w:t>
      </w:r>
      <w:r w:rsidRPr="5651A501" w:rsidR="00C679B2">
        <w:rPr>
          <w:rFonts w:ascii="Arial" w:hAnsi="Arial"/>
          <w:b w:val="1"/>
          <w:bCs w:val="1"/>
          <w:u w:val="none"/>
          <w:lang w:val="nl-NL"/>
        </w:rPr>
        <w:t>téristiques</w:t>
      </w:r>
    </w:p>
    <w:p w:rsidR="00676154" w:rsidP="00676154" w:rsidRDefault="00676154" w14:paraId="1052A6E5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:rsidR="002B524B" w:rsidP="00676154" w:rsidRDefault="002B524B" w14:paraId="4DD95597" w14:textId="2CD30C8B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:rsidRPr="00F86A6E" w:rsidR="00BC2BF6" w:rsidP="00676154" w:rsidRDefault="00BC2BF6" w14:paraId="3794F941" w14:textId="4B648DF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:rsidR="00676154" w:rsidP="00676154" w:rsidRDefault="00676154" w14:paraId="25B556C0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:rsidRPr="00127764" w:rsidR="00EF0DEB" w:rsidP="00676154" w:rsidRDefault="00024397" w14:paraId="38CDD5DF" w14:textId="251806D5">
      <w:pPr>
        <w:pStyle w:val="Bulleted1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>pieds supports</w:t>
      </w:r>
      <w:r w:rsidRPr="00127764" w:rsidR="00562813">
        <w:rPr>
          <w:rFonts w:ascii="Arial" w:hAnsi="Arial" w:cs="Arial"/>
          <w:lang w:val="fr-FR"/>
        </w:rPr>
        <w:t xml:space="preserve"> réglables individuellement en hauteur (sans cran</w:t>
      </w:r>
      <w:r w:rsidRPr="00127764" w:rsidR="00D86B34">
        <w:rPr>
          <w:rFonts w:ascii="Arial" w:hAnsi="Arial" w:cs="Arial"/>
          <w:lang w:val="fr-FR"/>
        </w:rPr>
        <w:t>)</w:t>
      </w:r>
      <w:r w:rsidR="00D63386">
        <w:rPr>
          <w:rFonts w:ascii="Arial" w:hAnsi="Arial" w:cs="Arial"/>
          <w:lang w:val="fr-FR"/>
        </w:rPr>
        <w:t>,</w:t>
      </w:r>
      <w:r w:rsidRPr="00127764" w:rsidR="00673C75">
        <w:rPr>
          <w:rFonts w:ascii="Arial" w:hAnsi="Arial" w:cs="Arial"/>
          <w:lang w:val="fr-FR"/>
        </w:rPr>
        <w:t xml:space="preserve"> repose-pieds séparés, réglables en hauteur en continu, pour une structure de sol d'une </w:t>
      </w:r>
      <w:r w:rsidR="000F50F1">
        <w:rPr>
          <w:rFonts w:ascii="Arial" w:hAnsi="Arial" w:cs="Arial"/>
          <w:lang w:val="fr-FR"/>
        </w:rPr>
        <w:t>hauteur</w:t>
      </w:r>
      <w:r w:rsidRPr="00127764" w:rsidR="00673C75">
        <w:rPr>
          <w:rFonts w:ascii="Arial" w:hAnsi="Arial" w:cs="Arial"/>
          <w:lang w:val="fr-FR"/>
        </w:rPr>
        <w:t xml:space="preserve"> de 0 à 25 cm</w:t>
      </w:r>
    </w:p>
    <w:p w:rsidR="00562813" w:rsidP="00676154" w:rsidRDefault="00E9463C" w14:paraId="4B92A8D9" w14:textId="77777777">
      <w:pPr>
        <w:pStyle w:val="Bulleted1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 xml:space="preserve">un mécanisme à ressort, </w:t>
      </w:r>
      <w:r w:rsidRPr="00127764" w:rsidR="001663E7">
        <w:rPr>
          <w:rFonts w:ascii="Arial" w:hAnsi="Arial" w:cs="Arial"/>
          <w:lang w:val="fr-FR"/>
        </w:rPr>
        <w:t xml:space="preserve">prémonté </w:t>
      </w:r>
      <w:r w:rsidRPr="00127764">
        <w:rPr>
          <w:rFonts w:ascii="Arial" w:hAnsi="Arial" w:cs="Arial"/>
          <w:lang w:val="fr-FR"/>
        </w:rPr>
        <w:t xml:space="preserve">dans les </w:t>
      </w:r>
      <w:r w:rsidRPr="00127764" w:rsidR="00024397">
        <w:rPr>
          <w:rFonts w:ascii="Arial" w:hAnsi="Arial" w:cs="Arial"/>
          <w:lang w:val="fr-FR"/>
        </w:rPr>
        <w:t>pieds supports</w:t>
      </w:r>
      <w:r w:rsidRPr="00127764">
        <w:rPr>
          <w:rFonts w:ascii="Arial" w:hAnsi="Arial" w:cs="Arial"/>
          <w:lang w:val="fr-FR"/>
        </w:rPr>
        <w:t xml:space="preserve">, </w:t>
      </w:r>
      <w:r w:rsidRPr="00127764" w:rsidR="00B97597">
        <w:rPr>
          <w:rFonts w:ascii="Arial" w:hAnsi="Arial" w:cs="Arial"/>
          <w:lang w:val="fr-FR"/>
        </w:rPr>
        <w:t xml:space="preserve">rend </w:t>
      </w:r>
      <w:r w:rsidRPr="00127764" w:rsidR="001663E7">
        <w:rPr>
          <w:rFonts w:ascii="Arial" w:hAnsi="Arial" w:cs="Arial"/>
          <w:lang w:val="fr-FR"/>
        </w:rPr>
        <w:t>ceux-ci</w:t>
      </w:r>
      <w:r w:rsidRPr="00127764" w:rsidR="00B97597">
        <w:rPr>
          <w:rFonts w:ascii="Arial" w:hAnsi="Arial" w:cs="Arial"/>
          <w:lang w:val="fr-FR"/>
        </w:rPr>
        <w:t xml:space="preserve"> </w:t>
      </w:r>
      <w:r w:rsidRPr="00127764" w:rsidR="001663E7">
        <w:rPr>
          <w:rFonts w:ascii="Arial" w:hAnsi="Arial" w:cs="Arial"/>
          <w:lang w:val="fr-FR"/>
        </w:rPr>
        <w:t>"</w:t>
      </w:r>
      <w:r w:rsidRPr="00127764" w:rsidR="00B97597">
        <w:rPr>
          <w:rFonts w:ascii="Arial" w:hAnsi="Arial" w:cs="Arial"/>
          <w:lang w:val="fr-FR"/>
        </w:rPr>
        <w:t>antidérapants</w:t>
      </w:r>
      <w:r w:rsidRPr="00127764" w:rsidR="001663E7">
        <w:rPr>
          <w:rFonts w:ascii="Arial" w:hAnsi="Arial" w:cs="Arial"/>
          <w:lang w:val="fr-FR"/>
        </w:rPr>
        <w:t>"</w:t>
      </w:r>
      <w:r w:rsidRPr="00127764" w:rsidR="00B97597">
        <w:rPr>
          <w:rFonts w:ascii="Arial" w:hAnsi="Arial" w:cs="Arial"/>
          <w:lang w:val="fr-FR"/>
        </w:rPr>
        <w:t xml:space="preserve"> et facilite ainsi </w:t>
      </w:r>
      <w:r w:rsidRPr="00127764">
        <w:rPr>
          <w:rFonts w:ascii="Arial" w:hAnsi="Arial" w:cs="Arial"/>
          <w:lang w:val="fr-FR"/>
        </w:rPr>
        <w:t xml:space="preserve">le réglage </w:t>
      </w:r>
      <w:r w:rsidRPr="00127764" w:rsidR="001663E7">
        <w:rPr>
          <w:rFonts w:ascii="Arial" w:hAnsi="Arial" w:cs="Arial"/>
          <w:lang w:val="fr-FR"/>
        </w:rPr>
        <w:t>en</w:t>
      </w:r>
      <w:r w:rsidRPr="00127764">
        <w:rPr>
          <w:rFonts w:ascii="Arial" w:hAnsi="Arial" w:cs="Arial"/>
          <w:lang w:val="fr-FR"/>
        </w:rPr>
        <w:t xml:space="preserve"> hauteur durant le montage</w:t>
      </w:r>
    </w:p>
    <w:p w:rsidRPr="00127764" w:rsidR="00EF1B02" w:rsidP="00676154" w:rsidRDefault="00EF1B02" w14:paraId="4B483B18" w14:textId="1DE9423E">
      <w:pPr>
        <w:pStyle w:val="Bulleted1"/>
        <w:rPr>
          <w:rFonts w:ascii="Arial" w:hAnsi="Arial" w:cs="Arial"/>
          <w:lang w:val="fr-FR"/>
        </w:rPr>
      </w:pPr>
      <w:r w:rsidRPr="00EF1B02">
        <w:rPr>
          <w:rFonts w:ascii="Arial" w:hAnsi="Arial" w:cs="Arial"/>
          <w:lang w:val="fr-FR"/>
        </w:rPr>
        <w:t xml:space="preserve">des </w:t>
      </w:r>
      <w:r w:rsidR="00E04BE0">
        <w:rPr>
          <w:rFonts w:ascii="Arial" w:hAnsi="Arial" w:cs="Arial"/>
          <w:lang w:val="fr-FR"/>
        </w:rPr>
        <w:t>points de repère</w:t>
      </w:r>
      <w:r w:rsidRPr="00EF1B02">
        <w:rPr>
          <w:rFonts w:ascii="Arial" w:hAnsi="Arial" w:cs="Arial"/>
          <w:lang w:val="fr-FR"/>
        </w:rPr>
        <w:t xml:space="preserve"> ​​ont été placés dans le cadre pour faciliter la détermination de la hauteur de montage par rapport au sol fini</w:t>
      </w:r>
    </w:p>
    <w:p w:rsidRPr="00127764" w:rsidR="00F019E6" w:rsidP="00F019E6" w:rsidRDefault="00F019E6" w14:paraId="6A120C15" w14:textId="613E7973">
      <w:pPr>
        <w:pStyle w:val="Bulleted1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>coude d’évacuation orientable en PE (</w:t>
      </w:r>
      <w:r w:rsidRPr="00D63386">
        <w:rPr>
          <w:rFonts w:ascii="Arial" w:hAnsi="Arial" w:cs="Arial"/>
          <w:sz w:val="32"/>
          <w:szCs w:val="24"/>
          <w:lang w:val="fr-FR"/>
        </w:rPr>
        <w:t>ø</w:t>
      </w:r>
      <w:r w:rsidRPr="00127764">
        <w:rPr>
          <w:rFonts w:ascii="Arial" w:hAnsi="Arial" w:cs="Arial"/>
          <w:lang w:val="fr-FR"/>
        </w:rPr>
        <w:t>90</w:t>
      </w:r>
      <w:r w:rsidRPr="00127764" w:rsidR="00CB683B">
        <w:rPr>
          <w:rFonts w:ascii="Arial" w:hAnsi="Arial" w:cs="Arial"/>
          <w:lang w:val="fr-FR"/>
        </w:rPr>
        <w:t xml:space="preserve"> mm</w:t>
      </w:r>
      <w:r w:rsidRPr="00127764">
        <w:rPr>
          <w:rFonts w:ascii="Arial" w:hAnsi="Arial" w:cs="Arial"/>
          <w:lang w:val="fr-FR"/>
        </w:rPr>
        <w:t>) et collier</w:t>
      </w:r>
    </w:p>
    <w:p w:rsidRPr="00127764" w:rsidR="00EE17CF" w:rsidP="00EE17CF" w:rsidRDefault="006B3E9D" w14:paraId="09B1F94C" w14:textId="042C9E64">
      <w:pPr>
        <w:pStyle w:val="Bulleted1"/>
        <w:rPr>
          <w:rFonts w:ascii="Arial" w:hAnsi="Arial"/>
          <w:lang w:val="fr-BE"/>
        </w:rPr>
      </w:pPr>
      <w:r w:rsidRPr="00127764">
        <w:rPr>
          <w:rFonts w:ascii="Arial" w:hAnsi="Arial"/>
          <w:lang w:val="fr-BE"/>
        </w:rPr>
        <w:t xml:space="preserve">coude d‘évacuation à monter et </w:t>
      </w:r>
      <w:r w:rsidR="00D63386">
        <w:rPr>
          <w:rFonts w:ascii="Arial" w:hAnsi="Arial"/>
          <w:lang w:val="fr-BE"/>
        </w:rPr>
        <w:t xml:space="preserve">à régler </w:t>
      </w:r>
      <w:r w:rsidRPr="00127764">
        <w:rPr>
          <w:rFonts w:ascii="Arial" w:hAnsi="Arial"/>
          <w:lang w:val="fr-BE"/>
        </w:rPr>
        <w:t>en continu sans outillage dans différentes positions en profondeur, plage de réglage de 45 mm</w:t>
      </w:r>
    </w:p>
    <w:p w:rsidRPr="006C0FCB" w:rsidR="00F10848" w:rsidP="00F10848" w:rsidRDefault="00F10848" w14:paraId="5F9ED2F4" w14:textId="77777777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</w:t>
      </w:r>
      <w:r w:rsidRPr="00D63386">
        <w:rPr>
          <w:rFonts w:ascii="Arial" w:hAnsi="Arial"/>
          <w:sz w:val="32"/>
          <w:szCs w:val="24"/>
          <w:lang w:val="fr-FR"/>
        </w:rPr>
        <w:t>ø</w:t>
      </w:r>
      <w:r w:rsidRPr="006C0FCB">
        <w:rPr>
          <w:rFonts w:ascii="Arial" w:hAnsi="Arial"/>
          <w:lang w:val="fr-FR"/>
        </w:rPr>
        <w:t>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</w:t>
      </w:r>
      <w:r w:rsidRPr="00D63386">
        <w:rPr>
          <w:rFonts w:ascii="Arial" w:hAnsi="Arial"/>
          <w:sz w:val="32"/>
          <w:szCs w:val="24"/>
          <w:lang w:val="fr-FR"/>
        </w:rPr>
        <w:t>ø</w:t>
      </w:r>
      <w:r w:rsidRPr="006C0FCB">
        <w:rPr>
          <w:rFonts w:ascii="Arial" w:hAnsi="Arial"/>
          <w:lang w:val="fr-FR"/>
        </w:rPr>
        <w:t>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:rsidR="00F10848" w:rsidP="00F019E6" w:rsidRDefault="006C0FCB" w14:paraId="6B0FBE38" w14:textId="32C990A1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C30199">
        <w:rPr>
          <w:rFonts w:ascii="Arial" w:hAnsi="Arial" w:cs="Arial"/>
          <w:lang w:val="fr-FR"/>
        </w:rPr>
        <w:t>insérée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  <w:r w:rsidR="00D63386">
        <w:rPr>
          <w:rFonts w:ascii="Arial" w:hAnsi="Arial" w:cs="Arial"/>
          <w:lang w:val="fr-FR"/>
        </w:rPr>
        <w:t xml:space="preserve"> lors du montage de la cuvette</w:t>
      </w:r>
    </w:p>
    <w:p w:rsidRPr="00A2667C" w:rsidR="00B6287F" w:rsidP="00F019E6" w:rsidRDefault="00B6287F" w14:paraId="5601538B" w14:textId="77777777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:rsidR="00FF2766" w:rsidP="00FF2766" w:rsidRDefault="00357A2E" w14:paraId="0BEED63D" w14:textId="1DD6E380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Pr="00F86A6E" w:rsidR="00FF2766">
        <w:rPr>
          <w:lang w:val="fr-FR"/>
        </w:rPr>
        <w:t>et de fixation murale</w:t>
      </w:r>
      <w:r w:rsidR="00F964A1">
        <w:rPr>
          <w:lang w:val="fr-FR"/>
        </w:rPr>
        <w:t>,</w:t>
      </w:r>
      <w:r w:rsidRPr="00F86A6E" w:rsidR="00FF2766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Pr="00F86A6E" w:rsidR="00FF2766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Pr="00C0538B" w:rsidR="00FF2766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Pr="00C0538B" w:rsidR="00FF2766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Pr="00C0538B" w:rsidR="00FF2766">
        <w:rPr>
          <w:lang w:val="fr-BE"/>
        </w:rPr>
        <w:t>; pour le réglage de la profondeur de la cloison en applique</w:t>
      </w:r>
    </w:p>
    <w:p w:rsidR="003A3E84" w:rsidP="00FF2766" w:rsidRDefault="00F720F3" w14:paraId="649D945C" w14:textId="3D6629DB">
      <w:pPr>
        <w:pStyle w:val="Bulleted1"/>
        <w:rPr>
          <w:lang w:val="fr-BE"/>
        </w:rPr>
      </w:pPr>
      <w:r w:rsidRPr="00F720F3">
        <w:rPr>
          <w:lang w:val="fr-BE"/>
        </w:rPr>
        <w:t xml:space="preserve">le </w:t>
      </w:r>
      <w:r>
        <w:rPr>
          <w:lang w:val="fr-BE"/>
        </w:rPr>
        <w:t>set de fixation murale</w:t>
      </w:r>
      <w:r w:rsidRPr="00F720F3">
        <w:rPr>
          <w:lang w:val="fr-BE"/>
        </w:rPr>
        <w:t xml:space="preserve"> est </w:t>
      </w:r>
      <w:r w:rsidRPr="00F720F3" w:rsidR="00B162DD">
        <w:rPr>
          <w:lang w:val="fr-BE"/>
        </w:rPr>
        <w:t>encliqueté</w:t>
      </w:r>
      <w:r w:rsidRPr="00F720F3">
        <w:rPr>
          <w:lang w:val="fr-BE"/>
        </w:rPr>
        <w:t xml:space="preserve"> dans le cadre</w:t>
      </w:r>
    </w:p>
    <w:p w:rsidRPr="00981C24" w:rsidR="00B053FD" w:rsidP="5651A501" w:rsidRDefault="00B053FD" w14:paraId="0C518217" w14:textId="77777777" w14:noSpellErr="1">
      <w:pPr>
        <w:pStyle w:val="Titre1"/>
        <w:rPr>
          <w:rFonts w:ascii="Arial" w:hAnsi="Arial"/>
          <w:b w:val="1"/>
          <w:bCs w:val="1"/>
          <w:u w:val="none"/>
          <w:lang w:val="nl-NL"/>
        </w:rPr>
      </w:pPr>
      <w:r w:rsidRPr="5651A501" w:rsidR="00B053FD">
        <w:rPr>
          <w:rFonts w:ascii="Arial" w:hAnsi="Arial"/>
          <w:b w:val="1"/>
          <w:bCs w:val="1"/>
          <w:u w:val="none"/>
          <w:lang w:val="nl-NL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Pr="00F86A6E" w:rsidR="0020639C" w:rsidTr="003C7987" w14:paraId="4FE72572" w14:textId="77777777">
        <w:tc>
          <w:tcPr>
            <w:tcW w:w="1441" w:type="dxa"/>
          </w:tcPr>
          <w:p w:rsidRPr="00F86A6E" w:rsidR="0020639C" w:rsidP="00157D48" w:rsidRDefault="003C7987" w14:paraId="2DF858B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F86A6E" w:rsidR="00EC064D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F86A6E" w:rsidR="0020639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F86A6E" w:rsidR="0020639C" w:rsidP="00157D48" w:rsidRDefault="006D7C06" w14:paraId="2B702C57" w14:textId="77777777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Pr="00F86A6E" w:rsidR="00A220AA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:rsidRPr="00F86A6E" w:rsidR="0020639C" w:rsidP="00157D48" w:rsidRDefault="0020639C" w14:paraId="0961C081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0622BF80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7E195289" w14:textId="7777777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:rsidRPr="00F86A6E" w:rsidR="0020639C" w:rsidP="00157D48" w:rsidRDefault="0020639C" w14:paraId="2C804516" w14:textId="77777777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Pr="00F86A6E" w:rsidR="0020639C" w:rsidTr="003C7987" w14:paraId="49BF8916" w14:textId="77777777">
        <w:tc>
          <w:tcPr>
            <w:tcW w:w="1441" w:type="dxa"/>
          </w:tcPr>
          <w:p w:rsidRPr="00F86A6E" w:rsidR="0020639C" w:rsidP="00157D48" w:rsidRDefault="003C7987" w14:paraId="7194790D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F86A6E" w:rsidR="00EC064D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F86A6E" w:rsidR="0020639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F86A6E" w:rsidR="0020639C" w:rsidP="00157D48" w:rsidRDefault="0020639C" w14:paraId="67F4E47A" w14:textId="77777777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:rsidRPr="00F86A6E" w:rsidR="0020639C" w:rsidP="00157D48" w:rsidRDefault="0020639C" w14:paraId="38EE06CB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1E8777DC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4E0DEBCB" w14:textId="77777777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:rsidRPr="00F86A6E" w:rsidR="0020639C" w:rsidP="00157D48" w:rsidRDefault="0020639C" w14:paraId="071B9F6B" w14:textId="77777777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:rsidRPr="00CA5255" w:rsidR="008D0552" w:rsidP="008D0552" w:rsidRDefault="008F0B4D" w14:paraId="4F0AA51D" w14:textId="77777777">
      <w:pPr>
        <w:pStyle w:val="Titre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P="00AB1793" w:rsidRDefault="008F0B4D" w14:paraId="666D30EF" w14:textId="10FFF41D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608B" w:rsidP="00AB1793" w:rsidRDefault="00E2608B" w14:paraId="4644AA64" w14:textId="53499E7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E2608B" w:rsidP="00AB1793" w:rsidRDefault="00E2608B" w14:paraId="4A50F06E" w14:textId="0CFE047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852409" w:rsidP="00AB1793" w:rsidRDefault="00852409" w14:paraId="2D4BC54F" w14:textId="77777777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E2608B" w:rsidP="00AB1793" w:rsidRDefault="00E2608B" w14:paraId="07FE92B7" w14:textId="291E7D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Pr="00E2608B" w:rsidR="00E2608B" w:rsidP="00AB1793" w:rsidRDefault="00E2608B" w14:paraId="11B5D1B7" w14:textId="073B18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:rsidR="00E2608B" w:rsidP="00AB1793" w:rsidRDefault="00E2608B" w14:paraId="3EEEE1EE" w14:textId="6D5E2D2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Pr="00E2608B" w:rsidR="00E2608B" w:rsidP="5651A501" w:rsidRDefault="00E2608B" w14:paraId="127DCAAF" w14:textId="77777777" w14:noSpellErr="1">
      <w:pPr>
        <w:pStyle w:val="Titre1"/>
        <w:spacing w:before="0"/>
        <w:rPr>
          <w:rFonts w:ascii="Arial" w:hAnsi="Arial" w:cs="Arial"/>
          <w:b w:val="1"/>
          <w:bCs w:val="1"/>
          <w:lang w:val="nl-NL"/>
        </w:rPr>
      </w:pPr>
      <w:r w:rsidRPr="5651A501" w:rsidR="00E2608B">
        <w:rPr>
          <w:rFonts w:ascii="Arial" w:hAnsi="Arial" w:cs="Arial"/>
          <w:b w:val="1"/>
          <w:bCs w:val="1"/>
          <w:lang w:val="nl-NL"/>
        </w:rPr>
        <w:t>Description</w:t>
      </w:r>
      <w:r w:rsidRPr="5651A501" w:rsidR="00E2608B">
        <w:rPr>
          <w:rFonts w:ascii="Arial" w:hAnsi="Arial" w:cs="Arial"/>
          <w:b w:val="1"/>
          <w:bCs w:val="1"/>
          <w:lang w:val="nl-NL"/>
        </w:rPr>
        <w:t xml:space="preserve"> générale</w:t>
      </w:r>
    </w:p>
    <w:p w:rsidR="00E2608B" w:rsidP="00E2608B" w:rsidRDefault="00E2608B" w14:paraId="7ED54CA6" w14:textId="1AA21C38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 xml:space="preserve">avec technique de rinçage à double </w:t>
      </w:r>
      <w:r w:rsidR="00D63386">
        <w:rPr>
          <w:rFonts w:ascii="Arial" w:hAnsi="Arial" w:cs="Arial"/>
          <w:lang w:val="fr-FR"/>
        </w:rPr>
        <w:t>débit</w:t>
      </w:r>
      <w:r>
        <w:rPr>
          <w:rFonts w:ascii="Arial" w:hAnsi="Arial" w:cs="Arial"/>
          <w:lang w:val="fr-FR"/>
        </w:rPr>
        <w:t xml:space="preserve">, pour </w:t>
      </w:r>
      <w:r w:rsidR="00EA6750">
        <w:rPr>
          <w:rFonts w:ascii="Arial" w:hAnsi="Arial" w:cs="Arial"/>
          <w:lang w:val="fr-FR"/>
        </w:rPr>
        <w:t>commande</w:t>
      </w:r>
      <w:r>
        <w:rPr>
          <w:rFonts w:ascii="Arial" w:hAnsi="Arial" w:cs="Arial"/>
          <w:lang w:val="fr-FR"/>
        </w:rPr>
        <w:t xml:space="preserve"> frontal</w:t>
      </w:r>
      <w:r w:rsidR="00D63386">
        <w:rPr>
          <w:rFonts w:ascii="Arial" w:hAnsi="Arial" w:cs="Arial"/>
          <w:lang w:val="fr-FR"/>
        </w:rPr>
        <w:t>e</w:t>
      </w:r>
    </w:p>
    <w:p w:rsidR="00E2608B" w:rsidP="00E2608B" w:rsidRDefault="00E2608B" w14:paraId="57EA7B88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:rsidRPr="00573D92" w:rsidR="00E2608B" w:rsidP="00E2608B" w:rsidRDefault="00D412BA" w14:paraId="5991FABA" w14:textId="74828E1A">
      <w:pPr>
        <w:pStyle w:val="Bulleted1"/>
        <w:rPr>
          <w:rFonts w:ascii="Arial" w:hAnsi="Arial" w:cs="Arial"/>
          <w:lang w:val="fr-FR"/>
        </w:rPr>
      </w:pPr>
      <w:r w:rsidRPr="00573D92">
        <w:rPr>
          <w:rFonts w:ascii="Arial" w:hAnsi="Arial" w:cs="Arial"/>
          <w:lang w:val="fr-FR"/>
        </w:rPr>
        <w:t>l</w:t>
      </w:r>
      <w:r w:rsidRPr="00573D92" w:rsidR="00573D92">
        <w:rPr>
          <w:rFonts w:ascii="Arial" w:hAnsi="Arial" w:cs="Arial"/>
          <w:lang w:val="fr-FR"/>
        </w:rPr>
        <w:t>a</w:t>
      </w:r>
      <w:r w:rsidRPr="00573D92">
        <w:rPr>
          <w:rFonts w:ascii="Arial" w:hAnsi="Arial" w:cs="Arial"/>
          <w:lang w:val="fr-FR"/>
        </w:rPr>
        <w:t xml:space="preserve"> protection gros</w:t>
      </w:r>
      <w:r w:rsidR="002E23CA">
        <w:rPr>
          <w:rFonts w:ascii="Arial" w:hAnsi="Arial" w:cs="Arial"/>
          <w:lang w:val="fr-FR"/>
        </w:rPr>
        <w:t>-</w:t>
      </w:r>
      <w:r w:rsidRPr="00573D92">
        <w:rPr>
          <w:rFonts w:ascii="Arial" w:hAnsi="Arial" w:cs="Arial"/>
          <w:lang w:val="fr-FR"/>
        </w:rPr>
        <w:t xml:space="preserve">œuvre </w:t>
      </w:r>
      <w:r w:rsidRPr="00573D92" w:rsidR="00E2608B">
        <w:rPr>
          <w:rFonts w:ascii="Arial" w:hAnsi="Arial" w:cs="Arial"/>
          <w:lang w:val="fr-FR"/>
        </w:rPr>
        <w:t>peut être fixée sur le réservoir sans outillage</w:t>
      </w:r>
    </w:p>
    <w:p w:rsidRPr="00A90015" w:rsidR="00E2608B" w:rsidP="5651A501" w:rsidRDefault="00E2608B" w14:paraId="504CA81B" w14:textId="77777777" w14:noSpellErr="1">
      <w:pPr>
        <w:pStyle w:val="Titre1"/>
        <w:rPr>
          <w:rFonts w:ascii="Arial" w:hAnsi="Arial" w:cs="Arial"/>
          <w:b w:val="1"/>
          <w:bCs w:val="1"/>
          <w:lang w:val="nl-NL"/>
        </w:rPr>
      </w:pPr>
      <w:r w:rsidRPr="5651A501" w:rsidR="00E2608B">
        <w:rPr>
          <w:rFonts w:ascii="Arial" w:hAnsi="Arial" w:cs="Arial"/>
          <w:b w:val="1"/>
          <w:bCs w:val="1"/>
          <w:lang w:val="nl-NL"/>
        </w:rPr>
        <w:t>Matériaux</w:t>
      </w:r>
      <w:r w:rsidRPr="5651A501" w:rsidR="00E2608B">
        <w:rPr>
          <w:rFonts w:ascii="Arial" w:hAnsi="Arial" w:cs="Arial"/>
          <w:b w:val="1"/>
          <w:bCs w:val="1"/>
          <w:lang w:val="nl-NL"/>
        </w:rPr>
        <w:t xml:space="preserve"> et </w:t>
      </w:r>
      <w:r w:rsidRPr="5651A501" w:rsidR="00E2608B">
        <w:rPr>
          <w:rFonts w:ascii="Arial" w:hAnsi="Arial" w:cs="Arial"/>
          <w:b w:val="1"/>
          <w:bCs w:val="1"/>
          <w:lang w:val="nl-NL"/>
        </w:rPr>
        <w:t>caractéristiques</w:t>
      </w:r>
    </w:p>
    <w:p w:rsidRPr="00981C24" w:rsidR="00E2608B" w:rsidP="5651A501" w:rsidRDefault="00E2608B" w14:paraId="27D9FB49" w14:textId="77777777" w14:noSpellErr="1">
      <w:pPr>
        <w:pStyle w:val="Titre1"/>
        <w:spacing w:before="0"/>
        <w:rPr>
          <w:rFonts w:ascii="Arial" w:hAnsi="Arial"/>
          <w:b w:val="1"/>
          <w:bCs w:val="1"/>
          <w:u w:val="none"/>
          <w:lang w:val="nl-NL"/>
        </w:rPr>
      </w:pPr>
      <w:r w:rsidRPr="5651A501" w:rsidR="00E2608B">
        <w:rPr>
          <w:rFonts w:ascii="Arial" w:hAnsi="Arial"/>
          <w:b w:val="1"/>
          <w:bCs w:val="1"/>
          <w:u w:val="none"/>
          <w:lang w:val="nl-NL"/>
        </w:rPr>
        <w:t>Matériau</w:t>
      </w:r>
    </w:p>
    <w:p w:rsidR="00E2608B" w:rsidP="00E2608B" w:rsidRDefault="00E2608B" w14:paraId="7089F370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:rsidR="00E2608B" w:rsidP="00E2608B" w:rsidRDefault="00E2608B" w14:paraId="774CFA4F" w14:textId="4153A46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</w:t>
      </w:r>
      <w:r w:rsidR="00573D92">
        <w:rPr>
          <w:rFonts w:ascii="Arial" w:hAnsi="Arial" w:cs="Arial"/>
          <w:lang w:val="fr-FR"/>
        </w:rPr>
        <w:t>a</w:t>
      </w:r>
      <w:r w:rsidRPr="00783921">
        <w:rPr>
          <w:rFonts w:ascii="Arial" w:hAnsi="Arial" w:cs="Arial"/>
          <w:lang w:val="fr-FR"/>
        </w:rPr>
        <w:t xml:space="preserve"> protection gros</w:t>
      </w:r>
      <w:r w:rsidR="002E23CA">
        <w:rPr>
          <w:rFonts w:ascii="Arial" w:hAnsi="Arial" w:cs="Arial"/>
          <w:lang w:val="fr-FR"/>
        </w:rPr>
        <w:t>-</w:t>
      </w:r>
      <w:r w:rsidRPr="0078392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 xml:space="preserve"> est en matière synthétique SB</w:t>
      </w:r>
    </w:p>
    <w:p w:rsidR="00E2608B" w:rsidP="00E2608B" w:rsidRDefault="00E2608B" w14:paraId="5F2B94D2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:rsidR="00E2608B" w:rsidP="00E2608B" w:rsidRDefault="00E2608B" w14:paraId="25F91A53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:rsidR="00E2608B" w:rsidP="00E2608B" w:rsidRDefault="00E2608B" w14:paraId="6073BA6B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:rsidR="00D72150" w:rsidP="00E2608B" w:rsidRDefault="00D72150" w14:paraId="4AFB8F4C" w14:textId="14669A27">
      <w:pPr>
        <w:pStyle w:val="Bulleted1"/>
        <w:rPr>
          <w:rFonts w:ascii="Arial" w:hAnsi="Arial" w:cs="Arial"/>
          <w:lang w:val="fr-FR"/>
        </w:rPr>
      </w:pPr>
      <w:r w:rsidRPr="00D72150">
        <w:rPr>
          <w:rFonts w:ascii="Arial" w:hAnsi="Arial" w:cs="Arial"/>
          <w:lang w:val="fr-FR"/>
        </w:rPr>
        <w:t>les parties noires sont fabriquées à partir de matériaux recyclés</w:t>
      </w:r>
    </w:p>
    <w:p w:rsidRPr="00981C24" w:rsidR="00E2608B" w:rsidP="5651A501" w:rsidRDefault="00E2608B" w14:paraId="52C373A9" w14:textId="77777777" w14:noSpellErr="1">
      <w:pPr>
        <w:pStyle w:val="Titre1"/>
        <w:rPr>
          <w:rFonts w:ascii="Arial" w:hAnsi="Arial"/>
          <w:b w:val="1"/>
          <w:bCs w:val="1"/>
          <w:u w:val="none"/>
          <w:lang w:val="nl-NL"/>
        </w:rPr>
      </w:pPr>
      <w:r w:rsidRPr="5651A501" w:rsidR="00E2608B">
        <w:rPr>
          <w:rFonts w:ascii="Arial" w:hAnsi="Arial"/>
          <w:b w:val="1"/>
          <w:bCs w:val="1"/>
          <w:u w:val="none"/>
          <w:lang w:val="nl-NL"/>
        </w:rPr>
        <w:t>Caractéristiques</w:t>
      </w:r>
    </w:p>
    <w:p w:rsidR="00E2608B" w:rsidP="00E2608B" w:rsidRDefault="00E2608B" w14:paraId="2F38FD9A" w14:textId="34D0D75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="00C2079C"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:rsidR="00E2608B" w:rsidP="00E2608B" w:rsidRDefault="00E2608B" w14:paraId="3865C34E" w14:textId="632C965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lors de la fabrication du réservoir de chasse, il est renforcé </w:t>
      </w:r>
      <w:r w:rsidR="00376EAB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2 endroits à l'intérieur du réservoir, sans ajout de pièces supplémentaires</w:t>
      </w:r>
    </w:p>
    <w:p w:rsidR="00E2608B" w:rsidP="00E2608B" w:rsidRDefault="00E2608B" w14:paraId="33025051" w14:textId="1378D446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de </w:t>
      </w:r>
      <w:r w:rsidRPr="00F86A6E">
        <w:rPr>
          <w:rFonts w:ascii="Arial" w:hAnsi="Arial" w:cs="Arial"/>
          <w:lang w:val="fr-FR"/>
        </w:rPr>
        <w:t>7,5 litres</w:t>
      </w:r>
    </w:p>
    <w:p w:rsidRPr="001F4FFB" w:rsidR="003E4203" w:rsidP="00E2608B" w:rsidRDefault="00E2608B" w14:paraId="79392D2F" w14:textId="22CEF018">
      <w:pPr>
        <w:pStyle w:val="Bulleted1"/>
        <w:rPr>
          <w:rFonts w:ascii="Arial" w:hAnsi="Arial"/>
          <w:lang w:val="fr-BE"/>
        </w:rPr>
      </w:pPr>
      <w:r w:rsidRPr="001F4FFB">
        <w:rPr>
          <w:rFonts w:ascii="Arial" w:hAnsi="Arial"/>
          <w:lang w:val="fr-BE"/>
        </w:rPr>
        <w:t xml:space="preserve">la </w:t>
      </w:r>
      <w:r w:rsidRPr="001F4FFB">
        <w:rPr>
          <w:rFonts w:ascii="Arial" w:hAnsi="Arial" w:cs="Arial"/>
          <w:lang w:val="fr-FR"/>
        </w:rPr>
        <w:t xml:space="preserve">quantité d’eau de rinçage </w:t>
      </w:r>
      <w:r w:rsidRPr="001F4FFB" w:rsidR="003E4203">
        <w:rPr>
          <w:rFonts w:ascii="Arial" w:hAnsi="Arial" w:cs="Arial"/>
          <w:lang w:val="fr-FR"/>
        </w:rPr>
        <w:t>est</w:t>
      </w:r>
      <w:r w:rsidRPr="001F4FFB">
        <w:rPr>
          <w:rFonts w:ascii="Arial" w:hAnsi="Arial" w:cs="Arial"/>
          <w:lang w:val="fr-FR"/>
        </w:rPr>
        <w:t xml:space="preserve"> réglée </w:t>
      </w:r>
      <w:r w:rsidRPr="001F4FFB" w:rsidR="003E4203">
        <w:rPr>
          <w:rFonts w:ascii="Arial" w:hAnsi="Arial" w:cs="Arial"/>
          <w:lang w:val="fr-FR"/>
        </w:rPr>
        <w:t xml:space="preserve">manuellement </w:t>
      </w:r>
      <w:r w:rsidR="00376EAB">
        <w:rPr>
          <w:rFonts w:ascii="Arial" w:hAnsi="Arial" w:cs="Arial"/>
          <w:lang w:val="fr-FR"/>
        </w:rPr>
        <w:t>via</w:t>
      </w:r>
      <w:r w:rsidRPr="001F4FFB">
        <w:rPr>
          <w:rFonts w:ascii="Arial" w:hAnsi="Arial" w:cs="Arial"/>
          <w:lang w:val="fr-FR"/>
        </w:rPr>
        <w:t xml:space="preserve"> la cloche</w:t>
      </w:r>
      <w:r w:rsidRPr="001F4FFB" w:rsidR="00DD04D1">
        <w:rPr>
          <w:rFonts w:ascii="Arial" w:hAnsi="Arial" w:cs="Arial"/>
          <w:lang w:val="fr-FR"/>
        </w:rPr>
        <w:t xml:space="preserve"> sans </w:t>
      </w:r>
      <w:r w:rsidR="00376EAB">
        <w:rPr>
          <w:rFonts w:ascii="Arial" w:hAnsi="Arial" w:cs="Arial"/>
          <w:lang w:val="fr-FR"/>
        </w:rPr>
        <w:t>modifier</w:t>
      </w:r>
      <w:r w:rsidRPr="001F4FFB" w:rsidR="00DD04D1">
        <w:rPr>
          <w:rFonts w:ascii="Arial" w:hAnsi="Arial" w:cs="Arial"/>
          <w:lang w:val="fr-FR"/>
        </w:rPr>
        <w:t xml:space="preserve"> le niveau d’eau</w:t>
      </w:r>
      <w:r w:rsidR="00376EAB">
        <w:rPr>
          <w:rFonts w:ascii="Arial" w:hAnsi="Arial" w:cs="Arial"/>
          <w:lang w:val="fr-FR"/>
        </w:rPr>
        <w:t xml:space="preserve"> dans le réservoir</w:t>
      </w:r>
    </w:p>
    <w:p w:rsidRPr="00702017" w:rsidR="00E2608B" w:rsidP="00E2608B" w:rsidRDefault="00E2608B" w14:paraId="1A2100CF" w14:textId="77777777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:rsidRPr="00702017" w:rsidR="00E2608B" w:rsidP="00E2608B" w:rsidRDefault="00E2608B" w14:paraId="7F28CBDA" w14:textId="070F1A8C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 xml:space="preserve">cet effet il y </w:t>
      </w:r>
      <w:r w:rsidR="00376EAB">
        <w:rPr>
          <w:rFonts w:ascii="Arial" w:hAnsi="Arial"/>
          <w:lang w:val="fr-BE"/>
        </w:rPr>
        <w:t xml:space="preserve">a </w:t>
      </w:r>
      <w:r>
        <w:rPr>
          <w:rFonts w:ascii="Arial" w:hAnsi="Arial"/>
          <w:lang w:val="fr-BE"/>
        </w:rPr>
        <w:t>13 réglages</w:t>
      </w:r>
    </w:p>
    <w:p w:rsidR="00E2608B" w:rsidP="00E2608B" w:rsidRDefault="00E2608B" w14:paraId="5B217569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:rsidR="00E2608B" w:rsidP="00E2608B" w:rsidRDefault="00E2608B" w14:paraId="2DA229DE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:rsidR="00E2608B" w:rsidP="00E2608B" w:rsidRDefault="00E2608B" w14:paraId="412CF2A1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:rsidR="00E2608B" w:rsidP="00E2608B" w:rsidRDefault="00E2608B" w14:paraId="7464E12D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:rsidR="00E2608B" w:rsidP="00E2608B" w:rsidRDefault="00E2608B" w14:paraId="5D1F819E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:rsidR="00E2608B" w:rsidP="00E2608B" w:rsidRDefault="00E2608B" w14:paraId="1CBC776C" w14:textId="64308E4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="00376EAB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empêch</w:t>
      </w:r>
      <w:r w:rsidR="00376EAB"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:rsidR="00E2608B" w:rsidP="00E2608B" w:rsidRDefault="00E2608B" w14:paraId="053E28BA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:rsidR="00E2608B" w:rsidP="00E2608B" w:rsidRDefault="00E2608B" w14:paraId="5AC20CB3" w14:textId="45C8DDBD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79204C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</w:t>
      </w:r>
      <w:r w:rsidRPr="006D521C">
        <w:rPr>
          <w:rFonts w:ascii="Arial" w:hAnsi="Arial" w:cs="Arial"/>
          <w:lang w:val="fr-FR"/>
        </w:rPr>
        <w:t>protection gros</w:t>
      </w:r>
      <w:r w:rsidR="00376EAB">
        <w:rPr>
          <w:rFonts w:ascii="Arial" w:hAnsi="Arial" w:cs="Arial"/>
          <w:lang w:val="fr-FR"/>
        </w:rPr>
        <w:t>-</w:t>
      </w:r>
      <w:r w:rsidRPr="006D521C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 xml:space="preserve">, au niveau de l’ouverture de la plaque de </w:t>
      </w:r>
      <w:r w:rsidR="0079204C">
        <w:rPr>
          <w:rFonts w:ascii="Arial" w:hAnsi="Arial" w:cs="Arial"/>
          <w:lang w:val="fr-FR"/>
        </w:rPr>
        <w:t>commande</w:t>
      </w:r>
      <w:r>
        <w:rPr>
          <w:rFonts w:ascii="Arial" w:hAnsi="Arial" w:cs="Arial"/>
          <w:lang w:val="fr-FR"/>
        </w:rPr>
        <w:t>, protège le réservoir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:rsidRPr="00783921" w:rsidR="00E2608B" w:rsidP="00E2608B" w:rsidRDefault="00E2608B" w14:paraId="616E0DF6" w14:textId="0DD4C8AD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</w:t>
      </w:r>
      <w:r w:rsidR="0079204C">
        <w:rPr>
          <w:rFonts w:ascii="Arial" w:hAnsi="Arial" w:cs="Arial"/>
          <w:lang w:val="fr-FR"/>
        </w:rPr>
        <w:t>a</w:t>
      </w:r>
      <w:r w:rsidRPr="00783921">
        <w:rPr>
          <w:rFonts w:ascii="Arial" w:hAnsi="Arial" w:cs="Arial"/>
          <w:lang w:val="fr-FR"/>
        </w:rPr>
        <w:t xml:space="preserve"> protection gros</w:t>
      </w:r>
      <w:r w:rsidR="00376EAB">
        <w:rPr>
          <w:rFonts w:ascii="Arial" w:hAnsi="Arial" w:cs="Arial"/>
          <w:lang w:val="fr-FR"/>
        </w:rPr>
        <w:t>-</w:t>
      </w:r>
      <w:r w:rsidRPr="00783921">
        <w:rPr>
          <w:rFonts w:ascii="Arial" w:hAnsi="Arial" w:cs="Arial"/>
          <w:lang w:val="fr-FR"/>
        </w:rPr>
        <w:t xml:space="preserve">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</w:t>
      </w:r>
      <w:r w:rsidR="0079204C">
        <w:rPr>
          <w:rFonts w:ascii="Arial" w:hAnsi="Arial" w:cs="Arial"/>
          <w:lang w:val="fr-FR"/>
        </w:rPr>
        <w:t>commande</w:t>
      </w:r>
    </w:p>
    <w:p w:rsidR="00E2608B" w:rsidP="00E2608B" w:rsidRDefault="00E2608B" w14:paraId="561A7586" w14:textId="63A32BD2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 w:rsidR="00376EAB"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 xml:space="preserve">, </w:t>
      </w:r>
      <w:r w:rsidR="00376EAB">
        <w:rPr>
          <w:rFonts w:ascii="Arial" w:hAnsi="Arial" w:cs="Arial"/>
          <w:lang w:val="fr-FR"/>
        </w:rPr>
        <w:t>rigide</w:t>
      </w:r>
      <w:r>
        <w:rPr>
          <w:rFonts w:ascii="Arial" w:hAnsi="Arial" w:cs="Arial"/>
          <w:lang w:val="fr-FR"/>
        </w:rPr>
        <w:t xml:space="preserve">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:rsidRPr="00546B31" w:rsidR="00E2608B" w:rsidP="00E2608B" w:rsidRDefault="00E2608B" w14:paraId="501B89BE" w14:textId="317A818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</w:t>
      </w:r>
      <w:r w:rsidR="0079204C">
        <w:rPr>
          <w:rFonts w:ascii="Arial" w:hAnsi="Arial" w:cs="Arial"/>
          <w:lang w:val="fr-BE"/>
        </w:rPr>
        <w:t>commande</w:t>
      </w:r>
      <w:r>
        <w:rPr>
          <w:rFonts w:ascii="Arial" w:hAnsi="Arial" w:cs="Arial"/>
          <w:lang w:val="fr-BE"/>
        </w:rPr>
        <w:t xml:space="preserve"> et la cloche est une pièce </w:t>
      </w:r>
      <w:r w:rsidR="00376EAB">
        <w:rPr>
          <w:rFonts w:ascii="Arial" w:hAnsi="Arial" w:cs="Arial"/>
          <w:lang w:val="fr-BE"/>
        </w:rPr>
        <w:t>indépendante</w:t>
      </w:r>
      <w:r>
        <w:rPr>
          <w:rFonts w:ascii="Arial" w:hAnsi="Arial" w:cs="Arial"/>
          <w:lang w:val="fr-BE"/>
        </w:rPr>
        <w:t xml:space="preserve"> qui fonctionne sans ressorts et indépendamment de la plaque de protection</w:t>
      </w:r>
    </w:p>
    <w:p w:rsidRPr="00053091" w:rsidR="00E2608B" w:rsidP="00E2608B" w:rsidRDefault="00E2608B" w14:paraId="4B8025B9" w14:textId="7777777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:rsidRPr="00127764" w:rsidR="00E2608B" w:rsidP="00E2608B" w:rsidRDefault="00E2608B" w14:paraId="0E341309" w14:textId="77777777">
      <w:pPr>
        <w:pStyle w:val="Bulleted1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BE"/>
        </w:rPr>
        <w:t xml:space="preserve">le robinet </w:t>
      </w:r>
      <w:r w:rsidRPr="00127764">
        <w:rPr>
          <w:rFonts w:ascii="Arial" w:hAnsi="Arial" w:cs="Arial"/>
          <w:lang w:val="fr-FR"/>
        </w:rPr>
        <w:t>flotteur en matière synthétique fonctionne sous une pression entre 0,1 et 10 bars</w:t>
      </w:r>
    </w:p>
    <w:p w:rsidRPr="00127764" w:rsidR="00E2608B" w:rsidP="00E2608B" w:rsidRDefault="00E2608B" w14:paraId="4B9F506E" w14:textId="7AC650EB">
      <w:pPr>
        <w:pStyle w:val="Bulleted2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 xml:space="preserve">il est fixé sur la paroi arrière du réservoir pour </w:t>
      </w:r>
      <w:r w:rsidR="00C30199">
        <w:rPr>
          <w:rFonts w:ascii="Arial" w:hAnsi="Arial" w:cs="Arial"/>
          <w:lang w:val="fr-FR"/>
        </w:rPr>
        <w:t xml:space="preserve">lui </w:t>
      </w:r>
      <w:r w:rsidRPr="00127764">
        <w:rPr>
          <w:rFonts w:ascii="Arial" w:hAnsi="Arial" w:cs="Arial"/>
          <w:lang w:val="fr-FR"/>
        </w:rPr>
        <w:t>assurer une stabilité suffisante lors du remplissage</w:t>
      </w:r>
    </w:p>
    <w:p w:rsidRPr="00127764" w:rsidR="00E2608B" w:rsidP="00E2608B" w:rsidRDefault="00E2608B" w14:paraId="39DD5877" w14:textId="76F7A5A1">
      <w:pPr>
        <w:pStyle w:val="Bulleted2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 xml:space="preserve">le robinet flotteur </w:t>
      </w:r>
      <w:r w:rsidRPr="00127764" w:rsidR="0031616F">
        <w:rPr>
          <w:rFonts w:ascii="Arial" w:hAnsi="Arial"/>
          <w:lang w:val="fr-BE"/>
        </w:rPr>
        <w:t>très</w:t>
      </w:r>
      <w:r w:rsidRPr="00127764" w:rsidR="00AA3058">
        <w:rPr>
          <w:rFonts w:ascii="Arial" w:hAnsi="Arial"/>
          <w:lang w:val="fr-BE"/>
        </w:rPr>
        <w:t xml:space="preserve"> compact e</w:t>
      </w:r>
      <w:r w:rsidRPr="00127764" w:rsidR="0031616F">
        <w:rPr>
          <w:rFonts w:ascii="Arial" w:hAnsi="Arial"/>
          <w:lang w:val="fr-BE"/>
        </w:rPr>
        <w:t>t</w:t>
      </w:r>
      <w:r w:rsidRPr="00127764" w:rsidR="00AA3058">
        <w:rPr>
          <w:rFonts w:ascii="Arial" w:hAnsi="Arial"/>
          <w:lang w:val="fr-BE"/>
        </w:rPr>
        <w:t xml:space="preserve"> </w:t>
      </w:r>
      <w:r w:rsidRPr="00127764" w:rsidR="0031616F">
        <w:rPr>
          <w:rFonts w:ascii="Arial" w:hAnsi="Arial"/>
          <w:lang w:val="fr-BE"/>
        </w:rPr>
        <w:t>mince</w:t>
      </w:r>
      <w:r w:rsidRPr="00127764" w:rsidR="00AA3058">
        <w:rPr>
          <w:rFonts w:ascii="Arial" w:hAnsi="Arial"/>
          <w:lang w:val="fr-BE"/>
        </w:rPr>
        <w:t xml:space="preserve"> </w:t>
      </w:r>
      <w:r w:rsidRPr="00127764">
        <w:rPr>
          <w:rFonts w:ascii="Arial" w:hAnsi="Arial" w:cs="Arial"/>
          <w:lang w:val="fr-FR"/>
        </w:rPr>
        <w:t>permet de régler le volume d’eau dans le réservoir</w:t>
      </w:r>
    </w:p>
    <w:p w:rsidRPr="00127764" w:rsidR="00E2608B" w:rsidP="00E2608B" w:rsidRDefault="00E2608B" w14:paraId="7B979229" w14:textId="1344F6FF">
      <w:pPr>
        <w:pStyle w:val="Bulleted2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 xml:space="preserve">grâce à sa fermeture progressive, le robinet flotteur assure un remplissage rapide et </w:t>
      </w:r>
      <w:r w:rsidRPr="00127764" w:rsidR="00AA3058">
        <w:rPr>
          <w:rFonts w:ascii="Arial" w:hAnsi="Arial" w:cs="Arial"/>
          <w:lang w:val="fr-FR"/>
        </w:rPr>
        <w:t xml:space="preserve">très </w:t>
      </w:r>
      <w:r w:rsidRPr="00127764">
        <w:rPr>
          <w:rFonts w:ascii="Arial" w:hAnsi="Arial" w:cs="Arial"/>
          <w:lang w:val="fr-FR"/>
        </w:rPr>
        <w:t>silencieux du réservoir (</w:t>
      </w:r>
      <w:r w:rsidR="00AC05A4">
        <w:rPr>
          <w:rFonts w:ascii="Arial" w:hAnsi="Arial" w:cs="Arial"/>
          <w:lang w:val="fr-FR"/>
        </w:rPr>
        <w:t>7</w:t>
      </w:r>
      <w:r w:rsidRPr="00127764">
        <w:rPr>
          <w:rFonts w:ascii="Arial" w:hAnsi="Arial" w:cs="Arial"/>
          <w:lang w:val="fr-FR"/>
        </w:rPr>
        <w:t xml:space="preserve"> dB(A) sous une pression de 3 bars)</w:t>
      </w:r>
    </w:p>
    <w:p w:rsidR="00E2608B" w:rsidP="00E2608B" w:rsidRDefault="00E2608B" w14:paraId="00CF334C" w14:textId="77777777">
      <w:pPr>
        <w:pStyle w:val="Bulleted1"/>
        <w:rPr>
          <w:rFonts w:ascii="Arial" w:hAnsi="Arial" w:cs="Arial"/>
          <w:lang w:val="fr-FR"/>
        </w:rPr>
      </w:pPr>
      <w:r w:rsidRPr="00127764">
        <w:rPr>
          <w:rFonts w:ascii="Arial" w:hAnsi="Arial" w:cs="Arial"/>
          <w:lang w:val="fr-FR"/>
        </w:rPr>
        <w:t>la cloche en matière synthétique dispose également d'un tuyau de trop-plein</w:t>
      </w:r>
    </w:p>
    <w:p w:rsidR="00195A35" w:rsidP="00195A35" w:rsidRDefault="00195A35" w14:paraId="1DF02185" w14:textId="77777777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Pr="00127764" w:rsidR="00195A35" w:rsidP="00195A35" w:rsidRDefault="00195A35" w14:paraId="38063595" w14:textId="77777777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Pr="00981C24" w:rsidR="00E2608B" w:rsidP="5651A501" w:rsidRDefault="00E2608B" w14:paraId="2E570641" w14:textId="77777777" w14:noSpellErr="1">
      <w:pPr>
        <w:pStyle w:val="Titre1"/>
        <w:rPr>
          <w:rFonts w:ascii="Arial" w:hAnsi="Arial"/>
          <w:b w:val="1"/>
          <w:bCs w:val="1"/>
          <w:u w:val="none"/>
          <w:lang w:val="nl-NL"/>
        </w:rPr>
      </w:pPr>
      <w:r w:rsidRPr="5651A501" w:rsidR="00E2608B">
        <w:rPr>
          <w:rFonts w:ascii="Arial" w:hAnsi="Arial"/>
          <w:b w:val="1"/>
          <w:bCs w:val="1"/>
          <w:u w:val="none"/>
          <w:lang w:val="nl-NL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Pr="00D63386" w:rsidR="00E2608B" w:rsidTr="0063269E" w14:paraId="3B249854" w14:textId="77777777">
        <w:tc>
          <w:tcPr>
            <w:tcW w:w="1441" w:type="dxa"/>
          </w:tcPr>
          <w:p w:rsidRPr="002569CC" w:rsidR="00E2608B" w:rsidP="0063269E" w:rsidRDefault="00E2608B" w14:paraId="5B97AFD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2569CC" w:rsidR="00E2608B" w:rsidP="0063269E" w:rsidRDefault="00E2608B" w14:paraId="65417A1F" w14:textId="77777777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:rsidRPr="002569CC" w:rsidR="00E2608B" w:rsidP="0063269E" w:rsidRDefault="00E2608B" w14:paraId="1BF6E376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2569CC" w:rsidR="00E2608B" w:rsidP="0063269E" w:rsidRDefault="00E2608B" w14:paraId="6980E46E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2569CC" w:rsidR="00E2608B" w:rsidP="0063269E" w:rsidRDefault="00E2608B" w14:paraId="10C84381" w14:textId="77777777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Pr="00BD2596" w:rsidR="00E2608B" w:rsidP="0063269E" w:rsidRDefault="00E2608B" w14:paraId="6DD262C9" w14:textId="75E3B67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</w:t>
            </w:r>
            <w:r w:rsidR="00C2079C">
              <w:rPr>
                <w:rFonts w:ascii="Arial" w:hAnsi="Arial" w:cs="Arial"/>
                <w:lang w:val="fr-FR"/>
              </w:rPr>
              <w:t>s</w:t>
            </w:r>
            <w:r w:rsidRPr="00BD2596">
              <w:rPr>
                <w:rFonts w:ascii="Arial" w:hAnsi="Arial" w:cs="Arial"/>
                <w:lang w:val="fr-FR"/>
              </w:rPr>
              <w:t xml:space="preserve">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Pr="00D63386" w:rsidR="00E2608B" w:rsidTr="0063269E" w14:paraId="0EBD4CB7" w14:textId="77777777">
        <w:tc>
          <w:tcPr>
            <w:tcW w:w="1441" w:type="dxa"/>
          </w:tcPr>
          <w:p w:rsidRPr="00493562" w:rsidR="00E2608B" w:rsidP="0063269E" w:rsidRDefault="00E2608B" w14:paraId="05F4AA28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493562" w:rsidR="00E2608B" w:rsidP="0063269E" w:rsidRDefault="00E2608B" w14:paraId="163079A1" w14:textId="777777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:rsidRPr="00493562" w:rsidR="00E2608B" w:rsidP="0063269E" w:rsidRDefault="00E2608B" w14:paraId="5CB6D8B3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493562" w:rsidR="00E2608B" w:rsidP="0063269E" w:rsidRDefault="00E2608B" w14:paraId="6DA4223E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493562" w:rsidR="00E2608B" w:rsidP="0063269E" w:rsidRDefault="00E2608B" w14:paraId="4CC28ED9" w14:textId="77777777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Pr="00BD2596" w:rsidR="00E2608B" w:rsidP="0063269E" w:rsidRDefault="00E2608B" w14:paraId="5EEEEB14" w14:textId="48B26BB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</w:t>
            </w:r>
            <w:r w:rsidR="00C2079C">
              <w:rPr>
                <w:rFonts w:ascii="Arial" w:hAnsi="Arial" w:cs="Arial"/>
                <w:lang w:val="fr-FR"/>
              </w:rPr>
              <w:t xml:space="preserve">son </w:t>
            </w:r>
            <w:r w:rsidRPr="00BD2596">
              <w:rPr>
                <w:rFonts w:ascii="Arial" w:hAnsi="Arial" w:cs="Arial"/>
                <w:lang w:val="fr-FR"/>
              </w:rPr>
              <w:t>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Pr="00F86A6E" w:rsidR="00E2608B" w:rsidTr="0063269E" w14:paraId="7B2253DB" w14:textId="77777777">
        <w:tc>
          <w:tcPr>
            <w:tcW w:w="1441" w:type="dxa"/>
          </w:tcPr>
          <w:p w:rsidRPr="00F86A6E" w:rsidR="00E2608B" w:rsidP="0063269E" w:rsidRDefault="00E2608B" w14:paraId="0F34B1E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F86A6E" w:rsidR="00E2608B" w:rsidP="0063269E" w:rsidRDefault="00E2608B" w14:paraId="739A4901" w14:textId="77777777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:rsidRPr="00F86A6E" w:rsidR="00E2608B" w:rsidP="0063269E" w:rsidRDefault="00E2608B" w14:paraId="00EF93E4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E2608B" w:rsidP="0063269E" w:rsidRDefault="00E2608B" w14:paraId="0209544B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E2608B" w:rsidP="0063269E" w:rsidRDefault="00E2608B" w14:paraId="3AF37925" w14:textId="77777777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Pr="00F86A6E" w:rsidR="00E2608B" w:rsidP="0063269E" w:rsidRDefault="00E2608B" w14:paraId="297B52C0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:rsidR="00E2608B" w:rsidP="00AB1793" w:rsidRDefault="00E2608B" w14:paraId="50F6BB6F" w14:textId="77777777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E2608B" w:rsidP="00AB1793" w:rsidRDefault="00E2608B" w14:paraId="79FA1D78" w14:textId="77777777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Pr="00CA5255" w:rsidR="00EE09E5" w:rsidP="5651A501" w:rsidRDefault="00717038" w14:paraId="110C1176" w14:textId="77777777" w14:noSpellErr="1">
      <w:pPr>
        <w:pStyle w:val="Titre1"/>
        <w:rPr>
          <w:rFonts w:ascii="Arial" w:hAnsi="Arial" w:cs="Arial"/>
          <w:b w:val="1"/>
          <w:bCs w:val="1"/>
          <w:lang w:val="nl-NL"/>
        </w:rPr>
      </w:pPr>
      <w:r w:rsidRPr="5651A501" w:rsidR="00717038">
        <w:rPr>
          <w:rFonts w:ascii="Arial" w:hAnsi="Arial" w:cs="Arial"/>
          <w:b w:val="1"/>
          <w:bCs w:val="1"/>
          <w:lang w:val="nl-NL"/>
        </w:rPr>
        <w:t>Illustrations</w:t>
      </w:r>
    </w:p>
    <w:tbl>
      <w:tblPr>
        <w:tblStyle w:val="Grilledutableau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75146A" w:rsidTr="00592EB0" w14:paraId="3FC558A7" w14:textId="77777777">
        <w:trPr>
          <w:trHeight w:val="3402" w:hRule="exact"/>
        </w:trPr>
        <w:tc>
          <w:tcPr>
            <w:tcW w:w="3341" w:type="dxa"/>
            <w:vAlign w:val="bottom"/>
          </w:tcPr>
          <w:p w:rsidRPr="00A75548" w:rsidR="0075146A" w:rsidP="00592EB0" w:rsidRDefault="00D42CA5" w14:paraId="1706A12E" w14:textId="3F6BA883">
            <w:pPr>
              <w:rPr>
                <w:rFonts w:ascii="Arial" w:hAnsi="Arial" w:cs="Arial"/>
              </w:rPr>
            </w:pPr>
            <w:r w:rsidRPr="000B22F9">
              <w:rPr>
                <w:rFonts w:ascii="Arial" w:hAnsi="Arial" w:cs="Arial"/>
                <w:noProof/>
              </w:rPr>
              <w:drawing>
                <wp:inline distT="0" distB="0" distL="0" distR="0" wp14:anchorId="202C878D" wp14:editId="6758FD85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Pr="00A75548" w:rsidR="0075146A" w:rsidP="00592EB0" w:rsidRDefault="00D42CA5" w14:paraId="746215DC" w14:textId="2DA55672">
            <w:pPr>
              <w:rPr>
                <w:rFonts w:ascii="Arial" w:hAnsi="Arial" w:cs="Arial"/>
              </w:rPr>
            </w:pPr>
            <w:r w:rsidRPr="00481A5C">
              <w:rPr>
                <w:rFonts w:ascii="Arial" w:hAnsi="Arial" w:cs="Arial"/>
                <w:noProof/>
              </w:rPr>
              <w:drawing>
                <wp:inline distT="0" distB="0" distL="0" distR="0" wp14:anchorId="3AF2120E" wp14:editId="73AB773A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Pr="00A75548" w:rsidR="0075146A" w:rsidP="00592EB0" w:rsidRDefault="00D42CA5" w14:paraId="71ED82F1" w14:textId="7A444224">
            <w:pPr>
              <w:rPr>
                <w:rFonts w:ascii="Arial" w:hAnsi="Arial" w:cs="Arial"/>
              </w:rPr>
            </w:pPr>
            <w:r w:rsidRPr="00F32D3B">
              <w:rPr>
                <w:rFonts w:ascii="Arial" w:hAnsi="Arial" w:cs="Arial"/>
                <w:noProof/>
              </w:rPr>
              <w:drawing>
                <wp:inline distT="0" distB="0" distL="0" distR="0" wp14:anchorId="27AA66A0" wp14:editId="4F2FD23A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C3C" w:rsidP="00D42CA5" w:rsidRDefault="00E57C3C" w14:paraId="5A3602E5" w14:textId="7891EF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E57C3C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435C" w:rsidRDefault="003E435C" w14:paraId="68C32EF5" w14:textId="77777777">
      <w:r>
        <w:separator/>
      </w:r>
    </w:p>
  </w:endnote>
  <w:endnote w:type="continuationSeparator" w:id="0">
    <w:p w:rsidR="003E435C" w:rsidRDefault="003E435C" w14:paraId="05F424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9D9" w:rsidRDefault="00CF09D9" w14:paraId="6C3D9901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:rsidR="007C7FFA" w:rsidP="00C742E4" w:rsidRDefault="00552888" w14:paraId="1324FE21" w14:textId="013A2491">
          <w:pPr>
            <w:pStyle w:val="Pieddepage"/>
          </w:pPr>
          <w:r>
            <w:t>Version 0</w:t>
          </w:r>
          <w:r w:rsidR="00CF09D9">
            <w:t>4</w:t>
          </w:r>
          <w:r>
            <w:t>.00</w:t>
          </w:r>
        </w:p>
      </w:tc>
      <w:tc>
        <w:tcPr>
          <w:tcW w:w="3392" w:type="dxa"/>
        </w:tcPr>
        <w:p w:rsidR="007C7FFA" w:rsidRDefault="00CE4512" w14:paraId="0D35EE9D" w14:textId="77777777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P="00272819" w:rsidRDefault="007C7FFA" w14:paraId="690FC078" w14:textId="77777777">
          <w:pPr>
            <w:pStyle w:val="Pieddepage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> NUMPAGES  \* Arabic  \* MERGEFORMAT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</w:p>
      </w:tc>
    </w:tr>
  </w:tbl>
  <w:p w:rsidR="007C7FFA" w:rsidRDefault="007C7FFA" w14:paraId="69C9F570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9D9" w:rsidRDefault="00CF09D9" w14:paraId="5540290D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435C" w:rsidRDefault="003E435C" w14:paraId="65C62401" w14:textId="77777777">
      <w:r>
        <w:separator/>
      </w:r>
    </w:p>
  </w:footnote>
  <w:footnote w:type="continuationSeparator" w:id="0">
    <w:p w:rsidR="003E435C" w:rsidRDefault="003E435C" w14:paraId="6E496EA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9D9" w:rsidRDefault="00CF09D9" w14:paraId="749F12B8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86A6E" w:rsidR="007C7FFA" w:rsidP="00080B0F" w:rsidRDefault="0065743B" w14:paraId="50396D8D" w14:textId="77777777">
    <w:pPr>
      <w:pStyle w:val="En-tte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 w:rsidR="00A86C4C">
      <w:rPr>
        <w:rFonts w:ascii="Arial" w:hAnsi="Arial" w:cs="Arial"/>
        <w:b/>
        <w:bCs/>
        <w:lang w:val="fr-FR"/>
      </w:rPr>
      <w:t xml:space="preserve">Geberit </w:t>
    </w:r>
    <w:r w:rsidRPr="00F86A6E" w:rsidR="0007796E">
      <w:rPr>
        <w:rFonts w:ascii="Arial" w:hAnsi="Arial" w:cs="Arial"/>
        <w:b/>
        <w:bCs/>
        <w:lang w:val="fr-FR"/>
      </w:rPr>
      <w:t>S</w:t>
    </w:r>
    <w:r w:rsidRPr="00F86A6E" w:rsidR="00A86C4C">
      <w:rPr>
        <w:rFonts w:ascii="Arial" w:hAnsi="Arial" w:cs="Arial"/>
        <w:b/>
        <w:bCs/>
        <w:lang w:val="fr-FR"/>
      </w:rPr>
      <w:t>ystemfix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 w:rsidR="007C7FFA">
      <w:rPr>
        <w:rFonts w:ascii="Arial" w:hAnsi="Arial" w:cs="Arial"/>
        <w:b/>
        <w:bCs/>
        <w:lang w:val="fr-FR"/>
      </w:rPr>
      <w:tab/>
    </w:r>
    <w:r w:rsidRPr="00F86A6E" w:rsidR="00AA355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F86A6E" w:rsidR="007C7FFA" w:rsidP="00080B0F" w:rsidRDefault="00CE4512" w14:paraId="462C87B3" w14:textId="647CDDFD">
    <w:pPr>
      <w:pStyle w:val="En-tte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Pr="006E5FD1" w:rsidR="0065743B">
      <w:rPr>
        <w:rFonts w:ascii="Arial" w:hAnsi="Arial"/>
        <w:b/>
        <w:lang w:val="fr-FR"/>
      </w:rPr>
      <w:t>111.305.00.</w:t>
    </w:r>
    <w:r w:rsidR="005A24EA">
      <w:rPr>
        <w:rFonts w:ascii="Arial" w:hAnsi="Arial"/>
        <w:b/>
        <w:lang w:val="fr-FR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9D9" w:rsidRDefault="00CF09D9" w14:paraId="7F69A0CC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3AE82024"/>
    <w:lvl w:ilvl="0" w:tplc="6C28D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1B30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50F1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27764"/>
    <w:rsid w:val="0013033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5A3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4FFB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23CA"/>
    <w:rsid w:val="002E33C0"/>
    <w:rsid w:val="002E6235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616F"/>
    <w:rsid w:val="0032043B"/>
    <w:rsid w:val="00323382"/>
    <w:rsid w:val="00327981"/>
    <w:rsid w:val="00327D81"/>
    <w:rsid w:val="00332202"/>
    <w:rsid w:val="00333260"/>
    <w:rsid w:val="00333378"/>
    <w:rsid w:val="00335E59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67D35"/>
    <w:rsid w:val="0037123D"/>
    <w:rsid w:val="00374FF7"/>
    <w:rsid w:val="00376791"/>
    <w:rsid w:val="00376EAB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E4203"/>
    <w:rsid w:val="003E435C"/>
    <w:rsid w:val="003F4D6F"/>
    <w:rsid w:val="004046C3"/>
    <w:rsid w:val="004064AB"/>
    <w:rsid w:val="0040662F"/>
    <w:rsid w:val="0041187E"/>
    <w:rsid w:val="00414830"/>
    <w:rsid w:val="0041580D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4BF2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0DE6"/>
    <w:rsid w:val="00561EED"/>
    <w:rsid w:val="00562813"/>
    <w:rsid w:val="00562CFC"/>
    <w:rsid w:val="005638FC"/>
    <w:rsid w:val="00564DF7"/>
    <w:rsid w:val="00566F27"/>
    <w:rsid w:val="00567B63"/>
    <w:rsid w:val="00573637"/>
    <w:rsid w:val="00573D92"/>
    <w:rsid w:val="00574F19"/>
    <w:rsid w:val="0058037B"/>
    <w:rsid w:val="00580C8D"/>
    <w:rsid w:val="005830D3"/>
    <w:rsid w:val="00587C30"/>
    <w:rsid w:val="00590F4A"/>
    <w:rsid w:val="005928F6"/>
    <w:rsid w:val="00594C98"/>
    <w:rsid w:val="005A0FE6"/>
    <w:rsid w:val="005A10A7"/>
    <w:rsid w:val="005A1279"/>
    <w:rsid w:val="005A134F"/>
    <w:rsid w:val="005A1470"/>
    <w:rsid w:val="005A24EA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366"/>
    <w:rsid w:val="006356F1"/>
    <w:rsid w:val="006362BA"/>
    <w:rsid w:val="00637E3A"/>
    <w:rsid w:val="00640B49"/>
    <w:rsid w:val="00641B94"/>
    <w:rsid w:val="00643281"/>
    <w:rsid w:val="006454D9"/>
    <w:rsid w:val="00645647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97A"/>
    <w:rsid w:val="00670227"/>
    <w:rsid w:val="00670CC4"/>
    <w:rsid w:val="00673C75"/>
    <w:rsid w:val="00676154"/>
    <w:rsid w:val="006809FB"/>
    <w:rsid w:val="0068100A"/>
    <w:rsid w:val="006857E0"/>
    <w:rsid w:val="00694EDF"/>
    <w:rsid w:val="0069689F"/>
    <w:rsid w:val="00697E29"/>
    <w:rsid w:val="006A06CF"/>
    <w:rsid w:val="006A0B90"/>
    <w:rsid w:val="006A546B"/>
    <w:rsid w:val="006A60C0"/>
    <w:rsid w:val="006B3E9D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28B8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0796"/>
    <w:rsid w:val="0075146A"/>
    <w:rsid w:val="0075317E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04C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1F9"/>
    <w:rsid w:val="00844AC2"/>
    <w:rsid w:val="008456B4"/>
    <w:rsid w:val="00850934"/>
    <w:rsid w:val="00851C32"/>
    <w:rsid w:val="00851D82"/>
    <w:rsid w:val="00852409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57DA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D6F3C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F1A48"/>
    <w:rsid w:val="00A04395"/>
    <w:rsid w:val="00A07334"/>
    <w:rsid w:val="00A0780F"/>
    <w:rsid w:val="00A07E31"/>
    <w:rsid w:val="00A14E12"/>
    <w:rsid w:val="00A161E8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6533B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058"/>
    <w:rsid w:val="00AA3555"/>
    <w:rsid w:val="00AA4BBE"/>
    <w:rsid w:val="00AA774A"/>
    <w:rsid w:val="00AB1793"/>
    <w:rsid w:val="00AB4117"/>
    <w:rsid w:val="00AC05A4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2DD"/>
    <w:rsid w:val="00B16A2A"/>
    <w:rsid w:val="00B21C47"/>
    <w:rsid w:val="00B2308F"/>
    <w:rsid w:val="00B232FE"/>
    <w:rsid w:val="00B243A7"/>
    <w:rsid w:val="00B2721E"/>
    <w:rsid w:val="00B300DE"/>
    <w:rsid w:val="00B30D07"/>
    <w:rsid w:val="00B331F5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13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42FF"/>
    <w:rsid w:val="00BF5703"/>
    <w:rsid w:val="00BF5D61"/>
    <w:rsid w:val="00BF5F44"/>
    <w:rsid w:val="00BF7C05"/>
    <w:rsid w:val="00C01E4F"/>
    <w:rsid w:val="00C02906"/>
    <w:rsid w:val="00C03655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079C"/>
    <w:rsid w:val="00C21531"/>
    <w:rsid w:val="00C22596"/>
    <w:rsid w:val="00C22947"/>
    <w:rsid w:val="00C2562F"/>
    <w:rsid w:val="00C26293"/>
    <w:rsid w:val="00C27F1D"/>
    <w:rsid w:val="00C30199"/>
    <w:rsid w:val="00C31094"/>
    <w:rsid w:val="00C35107"/>
    <w:rsid w:val="00C40CF8"/>
    <w:rsid w:val="00C41294"/>
    <w:rsid w:val="00C43DFF"/>
    <w:rsid w:val="00C44642"/>
    <w:rsid w:val="00C46296"/>
    <w:rsid w:val="00C47383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C5391"/>
    <w:rsid w:val="00CD159B"/>
    <w:rsid w:val="00CD201C"/>
    <w:rsid w:val="00CD25BF"/>
    <w:rsid w:val="00CD7EC5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09D9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12BA"/>
    <w:rsid w:val="00D42CA5"/>
    <w:rsid w:val="00D43AAD"/>
    <w:rsid w:val="00D4472F"/>
    <w:rsid w:val="00D47570"/>
    <w:rsid w:val="00D52092"/>
    <w:rsid w:val="00D55CB1"/>
    <w:rsid w:val="00D60212"/>
    <w:rsid w:val="00D63386"/>
    <w:rsid w:val="00D6437F"/>
    <w:rsid w:val="00D6744A"/>
    <w:rsid w:val="00D7173C"/>
    <w:rsid w:val="00D72150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04D1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BE0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687F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0DC6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6750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17CF"/>
    <w:rsid w:val="00EF01BB"/>
    <w:rsid w:val="00EF0DEB"/>
    <w:rsid w:val="00EF1B02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211"/>
    <w:rsid w:val="00F27C04"/>
    <w:rsid w:val="00F360A2"/>
    <w:rsid w:val="00F402F2"/>
    <w:rsid w:val="00F40D78"/>
    <w:rsid w:val="00F4227F"/>
    <w:rsid w:val="00F42CEE"/>
    <w:rsid w:val="00F43660"/>
    <w:rsid w:val="00F43A98"/>
    <w:rsid w:val="00F45315"/>
    <w:rsid w:val="00F46616"/>
    <w:rsid w:val="00F4679D"/>
    <w:rsid w:val="00F46BF5"/>
    <w:rsid w:val="00F511A7"/>
    <w:rsid w:val="00F548F0"/>
    <w:rsid w:val="00F55A6A"/>
    <w:rsid w:val="00F55C50"/>
    <w:rsid w:val="00F6273B"/>
    <w:rsid w:val="00F65513"/>
    <w:rsid w:val="00F66A37"/>
    <w:rsid w:val="00F720F3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1E8E"/>
    <w:rsid w:val="00FF2766"/>
    <w:rsid w:val="00FF5EC8"/>
    <w:rsid w:val="5651A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FB404D6"/>
  <w15:chartTrackingRefBased/>
  <w15:docId w15:val="{2FF0B109-8905-4694-AE75-1075B4BF51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Titre1Car" w:customStyle="1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Textedebulles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5146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image" Target="media/image1.png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59C6E61E-475A-42A8-9B68-1D81071BFF58}"/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Yvan Malicheff</cp:lastModifiedBy>
  <cp:revision>69</cp:revision>
  <cp:lastPrinted>2012-01-13T10:23:00Z</cp:lastPrinted>
  <dcterms:created xsi:type="dcterms:W3CDTF">2025-02-10T08:13:00Z</dcterms:created>
  <dcterms:modified xsi:type="dcterms:W3CDTF">2025-08-12T12:05:16Z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